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Pr="009A776F" w:rsidRDefault="0083797B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 w:rsidP="00D070DF">
            <w:pPr>
              <w:ind w:firstLine="0"/>
            </w:pP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66390" w:rsidRPr="009C3B31" w:rsidRDefault="00E66390" w:rsidP="00E6639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Pr="00C16CD1">
        <w:rPr>
          <w:szCs w:val="28"/>
        </w:rPr>
        <w:t>2 950</w:t>
      </w:r>
      <w:r w:rsidRPr="00C16CD1">
        <w:rPr>
          <w:szCs w:val="28"/>
          <w:lang w:val="en-US"/>
        </w:rPr>
        <w:t> </w:t>
      </w:r>
      <w:r w:rsidRPr="00C16CD1">
        <w:rPr>
          <w:szCs w:val="28"/>
        </w:rPr>
        <w:t>198,9</w:t>
      </w:r>
      <w:r w:rsidRPr="00096C1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66390" w:rsidRPr="009C3B31" w:rsidRDefault="00E66390" w:rsidP="00E66390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Pr="00C16CD1">
        <w:rPr>
          <w:szCs w:val="28"/>
        </w:rPr>
        <w:t xml:space="preserve">3 027 563,0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77 364,1тыс. рублей.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(пункт 1 в ред. решения Совета депутатов от 27</w:t>
      </w:r>
      <w:r w:rsidRPr="0042201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2201E">
        <w:rPr>
          <w:color w:val="000000" w:themeColor="text1"/>
          <w:szCs w:val="28"/>
        </w:rPr>
        <w:t>.</w:t>
      </w:r>
      <w:r w:rsidRPr="002B2659">
        <w:rPr>
          <w:color w:val="000000" w:themeColor="text1"/>
          <w:szCs w:val="28"/>
        </w:rPr>
        <w:t xml:space="preserve">2022 </w:t>
      </w:r>
      <w:r w:rsidRPr="00A2329B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>419</w:t>
      </w:r>
      <w:r w:rsidRPr="00433A71">
        <w:rPr>
          <w:szCs w:val="28"/>
        </w:rPr>
        <w:t>).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23</w:t>
      </w:r>
      <w:r w:rsidRPr="009C3B31">
        <w:rPr>
          <w:szCs w:val="28"/>
        </w:rPr>
        <w:t xml:space="preserve"> </w:t>
      </w:r>
      <w:r>
        <w:rPr>
          <w:szCs w:val="28"/>
        </w:rPr>
        <w:t>и 2024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2023 год </w:t>
      </w:r>
      <w:r w:rsidRPr="009C3B31">
        <w:rPr>
          <w:szCs w:val="28"/>
        </w:rPr>
        <w:t xml:space="preserve">в сумме </w:t>
      </w:r>
      <w:r w:rsidRPr="003E6C14">
        <w:rPr>
          <w:szCs w:val="28"/>
        </w:rPr>
        <w:t>2</w:t>
      </w:r>
      <w:r>
        <w:rPr>
          <w:szCs w:val="28"/>
        </w:rPr>
        <w:t> </w:t>
      </w:r>
      <w:r w:rsidRPr="003E6C14">
        <w:rPr>
          <w:szCs w:val="28"/>
        </w:rPr>
        <w:t>0</w:t>
      </w:r>
      <w:r>
        <w:rPr>
          <w:szCs w:val="28"/>
        </w:rPr>
        <w:t xml:space="preserve">85 414,9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2024 год </w:t>
      </w:r>
      <w:r w:rsidRPr="009C3B31">
        <w:rPr>
          <w:szCs w:val="28"/>
        </w:rPr>
        <w:t xml:space="preserve">в сумме </w:t>
      </w:r>
      <w:r w:rsidRPr="00770453">
        <w:rPr>
          <w:szCs w:val="28"/>
        </w:rPr>
        <w:t>2 14</w:t>
      </w:r>
      <w:r>
        <w:rPr>
          <w:szCs w:val="28"/>
        </w:rPr>
        <w:t>4</w:t>
      </w:r>
      <w:r w:rsidRPr="00770453">
        <w:rPr>
          <w:szCs w:val="28"/>
        </w:rPr>
        <w:t> </w:t>
      </w:r>
      <w:r>
        <w:rPr>
          <w:szCs w:val="28"/>
        </w:rPr>
        <w:t>816</w:t>
      </w:r>
      <w:r w:rsidRPr="00770453">
        <w:rPr>
          <w:szCs w:val="28"/>
        </w:rPr>
        <w:t>,</w:t>
      </w:r>
      <w:r>
        <w:rPr>
          <w:szCs w:val="28"/>
        </w:rPr>
        <w:t>7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2023 год </w:t>
      </w:r>
      <w:r w:rsidRPr="009C3B31">
        <w:rPr>
          <w:szCs w:val="28"/>
        </w:rPr>
        <w:t xml:space="preserve">в сумме </w:t>
      </w:r>
      <w:r w:rsidRPr="00E95EBA">
        <w:rPr>
          <w:szCs w:val="28"/>
        </w:rPr>
        <w:t>2 08</w:t>
      </w:r>
      <w:r>
        <w:rPr>
          <w:szCs w:val="28"/>
        </w:rPr>
        <w:t>5</w:t>
      </w:r>
      <w:r w:rsidRPr="00E95EBA">
        <w:rPr>
          <w:szCs w:val="28"/>
          <w:lang w:val="en-US"/>
        </w:rPr>
        <w:t> </w:t>
      </w:r>
      <w:r w:rsidRPr="00E95EBA">
        <w:rPr>
          <w:szCs w:val="28"/>
        </w:rPr>
        <w:t>4</w:t>
      </w:r>
      <w:r>
        <w:rPr>
          <w:szCs w:val="28"/>
        </w:rPr>
        <w:t>14</w:t>
      </w:r>
      <w:r w:rsidRPr="00E95EBA">
        <w:rPr>
          <w:szCs w:val="28"/>
        </w:rPr>
        <w:t>,</w:t>
      </w:r>
      <w:r>
        <w:rPr>
          <w:szCs w:val="28"/>
        </w:rPr>
        <w:t xml:space="preserve">9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27 833,1</w:t>
      </w:r>
      <w:r>
        <w:rPr>
          <w:szCs w:val="28"/>
        </w:rPr>
        <w:t xml:space="preserve"> тыс. рублей, на 2024 год </w:t>
      </w:r>
      <w:r w:rsidRPr="009C3B31">
        <w:rPr>
          <w:szCs w:val="28"/>
        </w:rPr>
        <w:t xml:space="preserve">в сумме </w:t>
      </w:r>
      <w:r w:rsidRPr="00B67B2C">
        <w:rPr>
          <w:szCs w:val="28"/>
        </w:rPr>
        <w:t>2 14</w:t>
      </w:r>
      <w:r>
        <w:rPr>
          <w:szCs w:val="28"/>
        </w:rPr>
        <w:t>4</w:t>
      </w:r>
      <w:r w:rsidRPr="00B67B2C">
        <w:rPr>
          <w:szCs w:val="28"/>
        </w:rPr>
        <w:t> </w:t>
      </w:r>
      <w:r>
        <w:rPr>
          <w:szCs w:val="28"/>
        </w:rPr>
        <w:t>816</w:t>
      </w:r>
      <w:r w:rsidRPr="00B67B2C">
        <w:rPr>
          <w:szCs w:val="28"/>
        </w:rPr>
        <w:t>,</w:t>
      </w:r>
      <w:r>
        <w:rPr>
          <w:szCs w:val="28"/>
        </w:rPr>
        <w:t>7</w:t>
      </w:r>
      <w:r w:rsidRPr="009245F5">
        <w:rPr>
          <w:szCs w:val="28"/>
        </w:rPr>
        <w:t xml:space="preserve"> тыс. рублей, в том числе условно утверждаемые расходы в сумме 59 668,5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2023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размер дефицита на 2024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>
        <w:rPr>
          <w:color w:val="000000" w:themeColor="text1"/>
          <w:szCs w:val="28"/>
        </w:rPr>
        <w:t>15</w:t>
      </w:r>
      <w:r w:rsidRPr="0042201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2201E">
        <w:rPr>
          <w:color w:val="000000" w:themeColor="text1"/>
          <w:szCs w:val="28"/>
        </w:rPr>
        <w:t>.</w:t>
      </w:r>
      <w:r w:rsidRPr="00C06BA7">
        <w:rPr>
          <w:color w:val="000000" w:themeColor="text1"/>
          <w:szCs w:val="28"/>
        </w:rPr>
        <w:t>2022 №</w:t>
      </w:r>
      <w:r>
        <w:rPr>
          <w:color w:val="000000" w:themeColor="text1"/>
          <w:szCs w:val="28"/>
        </w:rPr>
        <w:t>414</w:t>
      </w:r>
      <w:r w:rsidRPr="00EF7166">
        <w:rPr>
          <w:szCs w:val="28"/>
        </w:rPr>
        <w:t>).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Default="00E66390" w:rsidP="00E6639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  <w:r>
        <w:rPr>
          <w:szCs w:val="28"/>
        </w:rPr>
        <w:t xml:space="preserve">3.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r w:rsidRPr="0002670F">
        <w:rPr>
          <w:szCs w:val="28"/>
        </w:rPr>
        <w:t>п.п.</w:t>
      </w:r>
      <w:r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22</w:t>
      </w:r>
      <w:r w:rsidRPr="003A478A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3A478A">
        <w:rPr>
          <w:szCs w:val="28"/>
        </w:rPr>
        <w:t xml:space="preserve"> и 202</w:t>
      </w:r>
      <w:r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>
        <w:rPr>
          <w:szCs w:val="28"/>
        </w:rPr>
        <w:t>1</w:t>
      </w:r>
      <w:r w:rsidRPr="003A478A">
        <w:rPr>
          <w:szCs w:val="28"/>
        </w:rPr>
        <w:t>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(пункт 3 в ред. решения Совета депутатов от 27</w:t>
      </w:r>
      <w:r w:rsidRPr="0042201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2201E">
        <w:rPr>
          <w:color w:val="000000" w:themeColor="text1"/>
          <w:szCs w:val="28"/>
        </w:rPr>
        <w:t>.</w:t>
      </w:r>
      <w:r w:rsidRPr="00C06BA7">
        <w:rPr>
          <w:color w:val="000000" w:themeColor="text1"/>
          <w:szCs w:val="28"/>
        </w:rPr>
        <w:t xml:space="preserve">2022 </w:t>
      </w:r>
      <w:r w:rsidRPr="00A2329B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>419</w:t>
      </w:r>
      <w:r w:rsidRPr="00EF7166">
        <w:rPr>
          <w:szCs w:val="28"/>
        </w:rPr>
        <w:t>).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C3B31">
        <w:rPr>
          <w:sz w:val="28"/>
          <w:szCs w:val="28"/>
        </w:rPr>
        <w:t>Утвердить общий объем налоговых и неналоговых доходов</w:t>
      </w:r>
      <w:r>
        <w:rPr>
          <w:sz w:val="28"/>
          <w:szCs w:val="28"/>
        </w:rPr>
        <w:t>: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2022 год</w:t>
      </w:r>
      <w:r w:rsidRPr="009C3B3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860 050,2</w:t>
      </w:r>
      <w:r w:rsidRPr="009A34E5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>
        <w:rPr>
          <w:sz w:val="28"/>
          <w:szCs w:val="28"/>
        </w:rPr>
        <w:t>841 557,4</w:t>
      </w:r>
      <w:r w:rsidRPr="008905E4">
        <w:rPr>
          <w:sz w:val="28"/>
          <w:szCs w:val="28"/>
        </w:rPr>
        <w:t xml:space="preserve"> </w:t>
      </w:r>
      <w:proofErr w:type="gramStart"/>
      <w:r w:rsidRPr="00066285">
        <w:rPr>
          <w:sz w:val="28"/>
          <w:szCs w:val="28"/>
        </w:rPr>
        <w:t>тыс.рублей</w:t>
      </w:r>
      <w:proofErr w:type="gramEnd"/>
      <w:r w:rsidRPr="00066285">
        <w:rPr>
          <w:sz w:val="28"/>
          <w:szCs w:val="28"/>
        </w:rPr>
        <w:t>;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2023 год</w:t>
      </w:r>
      <w:r w:rsidRPr="009C3B31">
        <w:rPr>
          <w:sz w:val="28"/>
          <w:szCs w:val="28"/>
        </w:rPr>
        <w:t xml:space="preserve"> в сумме </w:t>
      </w:r>
      <w:r w:rsidRPr="00FC53A0">
        <w:rPr>
          <w:sz w:val="28"/>
          <w:szCs w:val="28"/>
        </w:rPr>
        <w:t xml:space="preserve">811 044,9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>сумме 793 518,5</w:t>
      </w:r>
      <w:r>
        <w:rPr>
          <w:sz w:val="28"/>
          <w:szCs w:val="28"/>
        </w:rPr>
        <w:t xml:space="preserve"> </w:t>
      </w:r>
      <w:proofErr w:type="gramStart"/>
      <w:r w:rsidRPr="00066285">
        <w:rPr>
          <w:sz w:val="28"/>
          <w:szCs w:val="28"/>
        </w:rPr>
        <w:t>тыс.рублей</w:t>
      </w:r>
      <w:proofErr w:type="gramEnd"/>
      <w:r w:rsidRPr="00066285">
        <w:rPr>
          <w:sz w:val="28"/>
          <w:szCs w:val="28"/>
        </w:rPr>
        <w:t>;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2024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1 020 195,4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gramStart"/>
      <w:r w:rsidRPr="00066285">
        <w:rPr>
          <w:sz w:val="28"/>
          <w:szCs w:val="28"/>
        </w:rPr>
        <w:t>тыс.рублей</w:t>
      </w:r>
      <w:proofErr w:type="gramEnd"/>
      <w:r w:rsidRPr="00066285">
        <w:rPr>
          <w:sz w:val="28"/>
          <w:szCs w:val="28"/>
        </w:rPr>
        <w:t>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>
        <w:rPr>
          <w:szCs w:val="28"/>
        </w:rPr>
        <w:t>27</w:t>
      </w:r>
      <w:r w:rsidRPr="0042201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2201E">
        <w:rPr>
          <w:color w:val="000000" w:themeColor="text1"/>
          <w:szCs w:val="28"/>
        </w:rPr>
        <w:t>.</w:t>
      </w:r>
      <w:r w:rsidRPr="002B2659">
        <w:rPr>
          <w:color w:val="000000" w:themeColor="text1"/>
          <w:szCs w:val="28"/>
        </w:rPr>
        <w:t xml:space="preserve">2022 </w:t>
      </w:r>
      <w:r w:rsidRPr="00A2329B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>419</w:t>
      </w:r>
      <w:r w:rsidRPr="00646028">
        <w:rPr>
          <w:szCs w:val="28"/>
        </w:rPr>
        <w:t>).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Pr="009C3B31">
        <w:rPr>
          <w:sz w:val="28"/>
          <w:szCs w:val="28"/>
        </w:rPr>
        <w:t>. 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2022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Pr="009A34E5">
        <w:rPr>
          <w:sz w:val="28"/>
          <w:szCs w:val="28"/>
        </w:rPr>
        <w:t>2</w:t>
      </w:r>
      <w:r>
        <w:rPr>
          <w:sz w:val="28"/>
          <w:szCs w:val="28"/>
        </w:rPr>
        <w:t xml:space="preserve"> 091 666,0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Pr="009A34E5">
        <w:rPr>
          <w:sz w:val="28"/>
          <w:szCs w:val="28"/>
        </w:rPr>
        <w:t>1</w:t>
      </w:r>
      <w:r>
        <w:rPr>
          <w:sz w:val="28"/>
          <w:szCs w:val="28"/>
        </w:rPr>
        <w:t xml:space="preserve"> 660 460,3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2) на 2023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AA5510">
        <w:rPr>
          <w:sz w:val="28"/>
          <w:szCs w:val="28"/>
        </w:rPr>
        <w:t>1</w:t>
      </w:r>
      <w:r>
        <w:rPr>
          <w:sz w:val="28"/>
          <w:szCs w:val="28"/>
        </w:rPr>
        <w:t xml:space="preserve"> 274 370,0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972 090,8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66390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на 2024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724012">
        <w:rPr>
          <w:sz w:val="28"/>
          <w:szCs w:val="28"/>
        </w:rPr>
        <w:t>1 12</w:t>
      </w:r>
      <w:r>
        <w:rPr>
          <w:sz w:val="28"/>
          <w:szCs w:val="28"/>
        </w:rPr>
        <w:t>4</w:t>
      </w:r>
      <w:r w:rsidRPr="00724012">
        <w:rPr>
          <w:sz w:val="28"/>
          <w:szCs w:val="28"/>
        </w:rPr>
        <w:t> </w:t>
      </w:r>
      <w:r>
        <w:rPr>
          <w:sz w:val="28"/>
          <w:szCs w:val="28"/>
        </w:rPr>
        <w:t>621</w:t>
      </w:r>
      <w:r w:rsidRPr="00724012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Pr="00724012">
        <w:rPr>
          <w:sz w:val="28"/>
          <w:szCs w:val="28"/>
        </w:rPr>
        <w:t>9</w:t>
      </w:r>
      <w:r>
        <w:rPr>
          <w:sz w:val="28"/>
          <w:szCs w:val="28"/>
        </w:rPr>
        <w:t>51</w:t>
      </w:r>
      <w:r w:rsidRPr="00724012">
        <w:rPr>
          <w:sz w:val="28"/>
          <w:szCs w:val="28"/>
        </w:rPr>
        <w:t> 4</w:t>
      </w:r>
      <w:r>
        <w:rPr>
          <w:sz w:val="28"/>
          <w:szCs w:val="28"/>
        </w:rPr>
        <w:t>46</w:t>
      </w:r>
      <w:r w:rsidRPr="00724012">
        <w:rPr>
          <w:sz w:val="28"/>
          <w:szCs w:val="28"/>
        </w:rPr>
        <w:t>,</w:t>
      </w:r>
      <w:r>
        <w:rPr>
          <w:sz w:val="28"/>
          <w:szCs w:val="28"/>
        </w:rPr>
        <w:t xml:space="preserve">9 </w:t>
      </w:r>
      <w:r w:rsidRPr="00F62314">
        <w:rPr>
          <w:sz w:val="28"/>
          <w:szCs w:val="28"/>
        </w:rPr>
        <w:t>тыс. рублей.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>
        <w:rPr>
          <w:szCs w:val="28"/>
        </w:rPr>
        <w:t>27</w:t>
      </w:r>
      <w:r w:rsidRPr="0042201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2201E">
        <w:rPr>
          <w:color w:val="000000" w:themeColor="text1"/>
          <w:szCs w:val="28"/>
        </w:rPr>
        <w:t>.</w:t>
      </w:r>
      <w:r w:rsidRPr="00A3097A">
        <w:rPr>
          <w:color w:val="000000" w:themeColor="text1"/>
          <w:szCs w:val="28"/>
        </w:rPr>
        <w:t xml:space="preserve">2022 </w:t>
      </w:r>
      <w:r w:rsidRPr="00A2329B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>419</w:t>
      </w:r>
      <w:r w:rsidRPr="004C3E1D">
        <w:rPr>
          <w:color w:val="000000" w:themeColor="text1"/>
          <w:szCs w:val="28"/>
        </w:rPr>
        <w:t>).</w:t>
      </w:r>
    </w:p>
    <w:p w:rsidR="00E66390" w:rsidRPr="009C3B31" w:rsidRDefault="00E66390" w:rsidP="00E66390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Pr="007E4046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Установить, что: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66390" w:rsidRPr="00EE45E4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66390" w:rsidRPr="00EE45E4" w:rsidRDefault="00E66390" w:rsidP="00E66390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100%;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зачисляются в бюджет муниципального округа по нормативу 100%;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66390" w:rsidRPr="00EE45E4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Pr="009E6874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61641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минимальный размер отчисления в бюджет</w:t>
      </w:r>
      <w:r w:rsidRPr="0096164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</w:t>
      </w:r>
      <w:r w:rsidRPr="00961641">
        <w:rPr>
          <w:sz w:val="28"/>
          <w:szCs w:val="28"/>
        </w:rPr>
        <w:t xml:space="preserve"> в </w:t>
      </w:r>
      <w:r w:rsidRPr="00961641">
        <w:rPr>
          <w:sz w:val="28"/>
          <w:szCs w:val="28"/>
          <w:shd w:val="clear" w:color="auto" w:fill="FFFFFF"/>
        </w:rPr>
        <w:t xml:space="preserve">срок </w:t>
      </w:r>
      <w:r w:rsidRPr="00961641">
        <w:rPr>
          <w:sz w:val="28"/>
          <w:szCs w:val="28"/>
        </w:rPr>
        <w:t xml:space="preserve">до 15 июня текущего </w:t>
      </w:r>
      <w:r>
        <w:rPr>
          <w:sz w:val="28"/>
          <w:szCs w:val="28"/>
        </w:rPr>
        <w:t xml:space="preserve">года </w:t>
      </w:r>
      <w:r w:rsidRPr="00961641">
        <w:rPr>
          <w:sz w:val="28"/>
          <w:szCs w:val="28"/>
        </w:rPr>
        <w:t>на код бюджетной классификации 487</w:t>
      </w:r>
      <w:r>
        <w:rPr>
          <w:color w:val="000000" w:themeColor="text1"/>
          <w:sz w:val="28"/>
          <w:szCs w:val="28"/>
        </w:rPr>
        <w:t>11107014140000</w:t>
      </w:r>
      <w:r w:rsidRPr="00A7102A">
        <w:rPr>
          <w:color w:val="000000" w:themeColor="text1"/>
          <w:sz w:val="28"/>
          <w:szCs w:val="28"/>
        </w:rPr>
        <w:t>120</w:t>
      </w:r>
      <w:r w:rsidRPr="00961641">
        <w:rPr>
          <w:sz w:val="28"/>
          <w:szCs w:val="28"/>
        </w:rPr>
        <w:t>.</w:t>
      </w:r>
    </w:p>
    <w:p w:rsidR="00E66390" w:rsidRPr="00961641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  </w:t>
      </w:r>
    </w:p>
    <w:bookmarkEnd w:id="4"/>
    <w:p w:rsidR="00E66390" w:rsidRPr="009C3B31" w:rsidRDefault="00E66390" w:rsidP="00E66390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66390" w:rsidRPr="009C3B31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66390" w:rsidRPr="009C3B31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2023 и 2024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3;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22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2023 и 2024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4;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2022 год и на плановый период 2023 и 2024 годов согласно приложению 5.</w:t>
      </w:r>
    </w:p>
    <w:p w:rsidR="00E66390" w:rsidRPr="009C3B31" w:rsidRDefault="00E66390" w:rsidP="00E6639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66390" w:rsidRDefault="00E66390" w:rsidP="00E66390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 xml:space="preserve">округа на 2022 год в </w:t>
      </w:r>
      <w:r w:rsidRPr="000465D9">
        <w:rPr>
          <w:sz w:val="28"/>
          <w:szCs w:val="28"/>
        </w:rPr>
        <w:t xml:space="preserve">сумме 1 </w:t>
      </w:r>
      <w:r>
        <w:rPr>
          <w:sz w:val="28"/>
          <w:szCs w:val="28"/>
        </w:rPr>
        <w:t>823</w:t>
      </w:r>
      <w:r w:rsidRPr="000465D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тыс. рублей, на 2023 год в сумме 1 500,0 тыс. рублей, на 2024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10 в ред. решения Совета депутатов </w:t>
      </w:r>
      <w:r w:rsidRPr="00433A71">
        <w:rPr>
          <w:szCs w:val="28"/>
        </w:rPr>
        <w:t xml:space="preserve">от </w:t>
      </w:r>
      <w:r w:rsidRPr="00430099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7</w:t>
      </w:r>
      <w:r w:rsidRPr="00430099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12</w:t>
      </w:r>
      <w:r w:rsidRPr="00430099">
        <w:rPr>
          <w:color w:val="000000" w:themeColor="text1"/>
          <w:szCs w:val="28"/>
        </w:rPr>
        <w:t>.2022 №</w:t>
      </w:r>
      <w:r>
        <w:rPr>
          <w:color w:val="000000" w:themeColor="text1"/>
          <w:szCs w:val="28"/>
        </w:rPr>
        <w:t>419</w:t>
      </w:r>
      <w:r w:rsidRPr="00430099">
        <w:rPr>
          <w:color w:val="000000" w:themeColor="text1"/>
          <w:szCs w:val="28"/>
        </w:rPr>
        <w:t>).</w:t>
      </w:r>
    </w:p>
    <w:p w:rsidR="00E66390" w:rsidRPr="009C3B31" w:rsidRDefault="00E66390" w:rsidP="00E66390">
      <w:pPr>
        <w:pStyle w:val="25"/>
        <w:ind w:right="142" w:firstLine="851"/>
        <w:rPr>
          <w:sz w:val="28"/>
          <w:szCs w:val="28"/>
        </w:rPr>
      </w:pPr>
    </w:p>
    <w:p w:rsidR="00E66390" w:rsidRPr="009C3B31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9245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245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на 2023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258,0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276,0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390" w:rsidRPr="009C3B31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11 в ред. решения Совета депутатов </w:t>
      </w:r>
      <w:r w:rsidRPr="00433A71">
        <w:rPr>
          <w:szCs w:val="28"/>
        </w:rPr>
        <w:t xml:space="preserve">от </w:t>
      </w:r>
      <w:r w:rsidRPr="00430099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7</w:t>
      </w:r>
      <w:r w:rsidRPr="00430099">
        <w:rPr>
          <w:color w:val="000000" w:themeColor="text1"/>
          <w:szCs w:val="28"/>
        </w:rPr>
        <w:t>.09.2022 №</w:t>
      </w:r>
      <w:r>
        <w:rPr>
          <w:color w:val="000000" w:themeColor="text1"/>
          <w:szCs w:val="28"/>
        </w:rPr>
        <w:t>384</w:t>
      </w:r>
      <w:r w:rsidRPr="00430099">
        <w:rPr>
          <w:color w:val="000000" w:themeColor="text1"/>
          <w:szCs w:val="28"/>
        </w:rPr>
        <w:t>).</w:t>
      </w:r>
    </w:p>
    <w:p w:rsidR="00E66390" w:rsidRPr="009C3B31" w:rsidRDefault="00E66390" w:rsidP="00E66390">
      <w:pPr>
        <w:pStyle w:val="25"/>
        <w:ind w:firstLine="851"/>
        <w:rPr>
          <w:sz w:val="28"/>
          <w:szCs w:val="28"/>
        </w:rPr>
      </w:pP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66390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>администрацией Балахнинского муниципального округа</w:t>
      </w:r>
      <w:r w:rsidRPr="003A478A">
        <w:rPr>
          <w:szCs w:val="28"/>
        </w:rPr>
        <w:t>.</w:t>
      </w:r>
    </w:p>
    <w:p w:rsidR="00E66390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>
        <w:rPr>
          <w:szCs w:val="28"/>
        </w:rPr>
        <w:t>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>
        <w:rPr>
          <w:szCs w:val="28"/>
        </w:rPr>
        <w:t>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Pr="005C2064">
        <w:rPr>
          <w:szCs w:val="28"/>
        </w:rPr>
        <w:t>10 000,0</w:t>
      </w:r>
      <w:r w:rsidRPr="003A478A">
        <w:rPr>
          <w:szCs w:val="28"/>
        </w:rPr>
        <w:t> тыс. рублей;</w:t>
      </w:r>
      <w:r>
        <w:rPr>
          <w:szCs w:val="28"/>
        </w:rPr>
        <w:t xml:space="preserve"> 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66390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округа.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66390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66390" w:rsidRPr="003A478A" w:rsidRDefault="00E66390" w:rsidP="00E6639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66390" w:rsidRDefault="00E66390" w:rsidP="00E66390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E66390" w:rsidRPr="00C945CB" w:rsidRDefault="00E66390" w:rsidP="00E66390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>13. отменен</w:t>
      </w:r>
    </w:p>
    <w:p w:rsidR="00E66390" w:rsidRDefault="00E66390" w:rsidP="00E66390">
      <w:pPr>
        <w:ind w:firstLine="851"/>
        <w:jc w:val="both"/>
        <w:rPr>
          <w:szCs w:val="28"/>
        </w:rPr>
      </w:pPr>
      <w:r w:rsidRPr="00C945CB">
        <w:rPr>
          <w:color w:val="000000" w:themeColor="text1"/>
          <w:szCs w:val="28"/>
        </w:rPr>
        <w:t>(пункт 13 в ред. решения Совета депутатов от 2</w:t>
      </w:r>
      <w:r>
        <w:rPr>
          <w:color w:val="000000" w:themeColor="text1"/>
          <w:szCs w:val="28"/>
        </w:rPr>
        <w:t>7</w:t>
      </w:r>
      <w:r w:rsidRPr="00C945CB">
        <w:rPr>
          <w:color w:val="000000" w:themeColor="text1"/>
          <w:szCs w:val="28"/>
        </w:rPr>
        <w:t>.09.2022 №</w:t>
      </w:r>
      <w:r>
        <w:rPr>
          <w:color w:val="000000" w:themeColor="text1"/>
          <w:szCs w:val="28"/>
        </w:rPr>
        <w:t>384</w:t>
      </w:r>
      <w:r w:rsidRPr="00C945CB">
        <w:rPr>
          <w:color w:val="000000" w:themeColor="text1"/>
          <w:szCs w:val="28"/>
        </w:rPr>
        <w:t>).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Pr="002B448A" w:rsidRDefault="00E66390" w:rsidP="00E6639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15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66390" w:rsidRPr="00791B87" w:rsidRDefault="00E66390" w:rsidP="00E66390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E66390" w:rsidRPr="009C3B31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16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 приложением 7, в следующих случаях: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66390" w:rsidRPr="007E6A7E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E66390" w:rsidRPr="00B72D2B" w:rsidRDefault="00E66390" w:rsidP="00E66390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66390" w:rsidRPr="00B72D2B" w:rsidRDefault="00E66390" w:rsidP="00E66390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66390" w:rsidRPr="00B72D2B" w:rsidRDefault="00E66390" w:rsidP="00E66390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66390" w:rsidRPr="00B72D2B" w:rsidRDefault="00E66390" w:rsidP="00E66390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66390" w:rsidRPr="00B72D2B" w:rsidRDefault="00E66390" w:rsidP="00E66390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E66390" w:rsidRPr="00B72D2B" w:rsidRDefault="00E66390" w:rsidP="00E66390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Pr="00B72D2B">
        <w:rPr>
          <w:rFonts w:ascii="Times New Roman" w:hAnsi="Times New Roman"/>
          <w:sz w:val="28"/>
          <w:szCs w:val="28"/>
        </w:rPr>
        <w:t>;</w:t>
      </w:r>
    </w:p>
    <w:p w:rsidR="00E66390" w:rsidRDefault="00E66390" w:rsidP="00E66390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E66390" w:rsidRPr="00B72D2B" w:rsidRDefault="00E66390" w:rsidP="00E66390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Утвердить объем бюджетных ассигнований дорожного фонда Балахнинского муниципального округа: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2022 год в размере 37 321,4 тыс. рублей;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2023 год в размере 17 526,4 тыс. рублей;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2024 год в размере 16 568,3 тыс. рублей.</w:t>
      </w: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Pr="00433A71">
        <w:rPr>
          <w:szCs w:val="28"/>
        </w:rPr>
        <w:t>от 2</w:t>
      </w:r>
      <w:r>
        <w:rPr>
          <w:szCs w:val="28"/>
        </w:rPr>
        <w:t>9</w:t>
      </w:r>
      <w:r w:rsidRPr="00433A71">
        <w:rPr>
          <w:szCs w:val="28"/>
        </w:rPr>
        <w:t>.0</w:t>
      </w:r>
      <w:r>
        <w:rPr>
          <w:szCs w:val="28"/>
        </w:rPr>
        <w:t>6.2022 №359</w:t>
      </w:r>
      <w:r w:rsidRPr="009F2CD1">
        <w:rPr>
          <w:szCs w:val="28"/>
        </w:rPr>
        <w:t>).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2023 года в размере 0,0 тыс. рублей;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2024 года в размере 0,0 тыс. рублей;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2025 года в размере 0,0 тыс. рублей;</w:t>
      </w:r>
    </w:p>
    <w:p w:rsidR="00E66390" w:rsidRPr="009C3B31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6390" w:rsidRDefault="00E66390" w:rsidP="00E66390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Балахнинского муниципального </w:t>
      </w:r>
      <w:r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2022 год и на плановый период 2023 и 2024 </w:t>
      </w:r>
      <w:r w:rsidRPr="007E6A7E">
        <w:rPr>
          <w:sz w:val="28"/>
          <w:szCs w:val="28"/>
        </w:rPr>
        <w:t>годов согласно приложению 8.</w:t>
      </w:r>
    </w:p>
    <w:p w:rsidR="00E66390" w:rsidRDefault="00E66390" w:rsidP="00E6639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6390" w:rsidRDefault="00E66390" w:rsidP="00E66390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22</w:t>
      </w:r>
      <w:r w:rsidRPr="009C3B31">
        <w:rPr>
          <w:szCs w:val="28"/>
        </w:rPr>
        <w:t xml:space="preserve"> года.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Pr="00F05051" w:rsidRDefault="00E66390" w:rsidP="00E66390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21.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Pr="00F05051">
        <w:rPr>
          <w:rFonts w:eastAsia="Calibri"/>
          <w:szCs w:val="28"/>
          <w:lang w:val="en-US" w:eastAsia="en-US"/>
        </w:rPr>
        <w:t>nn</w:t>
      </w:r>
      <w:r w:rsidRPr="00F05051">
        <w:rPr>
          <w:rFonts w:eastAsia="Calibri"/>
          <w:szCs w:val="28"/>
          <w:lang w:eastAsia="en-US"/>
        </w:rPr>
        <w:t>.ru).</w:t>
      </w:r>
    </w:p>
    <w:p w:rsidR="00E66390" w:rsidRDefault="00E66390" w:rsidP="00E66390">
      <w:pPr>
        <w:ind w:firstLine="851"/>
        <w:jc w:val="both"/>
        <w:rPr>
          <w:szCs w:val="28"/>
        </w:rPr>
      </w:pPr>
    </w:p>
    <w:p w:rsidR="00E66390" w:rsidRPr="009C3B31" w:rsidRDefault="00E66390" w:rsidP="00E6639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66390" w:rsidRPr="00472775" w:rsidRDefault="00E66390" w:rsidP="00E66390">
      <w:pPr>
        <w:ind w:firstLine="851"/>
        <w:jc w:val="both"/>
        <w:rPr>
          <w:szCs w:val="28"/>
        </w:rPr>
      </w:pPr>
    </w:p>
    <w:p w:rsidR="00C0135E" w:rsidRDefault="00C0135E" w:rsidP="00C0135E">
      <w:pPr>
        <w:ind w:firstLine="709"/>
        <w:rPr>
          <w:szCs w:val="28"/>
          <w:highlight w:val="yellow"/>
        </w:rPr>
      </w:pPr>
      <w:bookmarkStart w:id="5" w:name="_GoBack"/>
      <w:bookmarkEnd w:id="5"/>
    </w:p>
    <w:p w:rsidR="00472775" w:rsidRPr="00472775" w:rsidRDefault="00472775" w:rsidP="00C0135E">
      <w:pPr>
        <w:ind w:firstLine="709"/>
        <w:rPr>
          <w:szCs w:val="28"/>
          <w:highlight w:val="yellow"/>
        </w:rPr>
      </w:pPr>
    </w:p>
    <w:p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:rsidR="00C0135E" w:rsidRPr="00F05051" w:rsidRDefault="00C0135E" w:rsidP="00620BBD">
      <w:pPr>
        <w:ind w:firstLine="0"/>
        <w:jc w:val="right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AE0536" w:rsidRDefault="00AE0536" w:rsidP="00AE0536">
      <w:pPr>
        <w:ind w:right="-166"/>
        <w:jc w:val="right"/>
        <w:rPr>
          <w:szCs w:val="28"/>
        </w:rPr>
      </w:pPr>
    </w:p>
    <w:p w:rsidR="00E77207" w:rsidRPr="00E66390" w:rsidRDefault="00E77207" w:rsidP="00E77207">
      <w:pPr>
        <w:jc w:val="center"/>
        <w:rPr>
          <w:szCs w:val="28"/>
        </w:rPr>
      </w:pPr>
    </w:p>
    <w:p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E4" w:rsidRDefault="00270DE4">
      <w:r>
        <w:separator/>
      </w:r>
    </w:p>
  </w:endnote>
  <w:endnote w:type="continuationSeparator" w:id="0">
    <w:p w:rsidR="00270DE4" w:rsidRDefault="0027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E4" w:rsidRDefault="00270DE4">
      <w:r>
        <w:separator/>
      </w:r>
    </w:p>
  </w:footnote>
  <w:footnote w:type="continuationSeparator" w:id="0">
    <w:p w:rsidR="00270DE4" w:rsidRDefault="0027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4" w:rsidRDefault="00270DE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66390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4" w:rsidRDefault="00270DE4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0DE4" w:rsidRPr="00660768" w:rsidRDefault="00270DE4">
    <w:pPr>
      <w:pStyle w:val="af"/>
      <w:rPr>
        <w:noProof w:val="0"/>
        <w:sz w:val="6"/>
        <w:szCs w:val="6"/>
        <w:lang w:val="en-US"/>
      </w:rPr>
    </w:pPr>
  </w:p>
  <w:p w:rsidR="00270DE4" w:rsidRDefault="00270DE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270DE4" w:rsidRDefault="00270DE4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270DE4" w:rsidRPr="00C0135E" w:rsidRDefault="00270DE4" w:rsidP="00660768">
    <w:pPr>
      <w:jc w:val="center"/>
      <w:rPr>
        <w:b/>
        <w:sz w:val="24"/>
        <w:szCs w:val="24"/>
      </w:rPr>
    </w:pPr>
  </w:p>
  <w:p w:rsidR="00270DE4" w:rsidRPr="00E71831" w:rsidRDefault="00270DE4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270DE4" w:rsidRPr="00660768" w:rsidRDefault="00270DE4">
    <w:pPr>
      <w:pStyle w:val="af"/>
      <w:rPr>
        <w:szCs w:val="28"/>
        <w:lang w:val="en-US"/>
      </w:rPr>
    </w:pPr>
  </w:p>
  <w:p w:rsidR="00270DE4" w:rsidRDefault="00270DE4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270DE4" w:rsidRPr="00660768" w:rsidRDefault="00270DE4" w:rsidP="00660768">
    <w:pPr>
      <w:pStyle w:val="af"/>
      <w:jc w:val="left"/>
      <w:rPr>
        <w:b w:val="0"/>
        <w:sz w:val="24"/>
        <w:lang w:val="en-US"/>
      </w:rPr>
    </w:pPr>
  </w:p>
  <w:p w:rsidR="00270DE4" w:rsidRPr="00660768" w:rsidRDefault="00270DE4" w:rsidP="00660768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embedSystemFonts/>
  <w:activeWritingStyle w:appName="MSWord" w:lang="ru-RU" w:vendorID="1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4A23"/>
    <w:rsid w:val="00005234"/>
    <w:rsid w:val="0000614F"/>
    <w:rsid w:val="0000667A"/>
    <w:rsid w:val="00006C1D"/>
    <w:rsid w:val="00006D5C"/>
    <w:rsid w:val="00007FF9"/>
    <w:rsid w:val="0001145D"/>
    <w:rsid w:val="000118B9"/>
    <w:rsid w:val="000128AD"/>
    <w:rsid w:val="00012AC8"/>
    <w:rsid w:val="00014DA1"/>
    <w:rsid w:val="00014DF1"/>
    <w:rsid w:val="00017E65"/>
    <w:rsid w:val="000210B0"/>
    <w:rsid w:val="00023DDA"/>
    <w:rsid w:val="000245E5"/>
    <w:rsid w:val="000255F2"/>
    <w:rsid w:val="0002641D"/>
    <w:rsid w:val="00026848"/>
    <w:rsid w:val="00026DE9"/>
    <w:rsid w:val="00027DF6"/>
    <w:rsid w:val="000308A3"/>
    <w:rsid w:val="0003404E"/>
    <w:rsid w:val="000359A9"/>
    <w:rsid w:val="00035FDA"/>
    <w:rsid w:val="00037D75"/>
    <w:rsid w:val="00044538"/>
    <w:rsid w:val="00044E24"/>
    <w:rsid w:val="00045710"/>
    <w:rsid w:val="000465D9"/>
    <w:rsid w:val="000525F7"/>
    <w:rsid w:val="0005272A"/>
    <w:rsid w:val="000540A0"/>
    <w:rsid w:val="00056642"/>
    <w:rsid w:val="00060FA1"/>
    <w:rsid w:val="00061023"/>
    <w:rsid w:val="00062C52"/>
    <w:rsid w:val="00062F26"/>
    <w:rsid w:val="0006358C"/>
    <w:rsid w:val="00063625"/>
    <w:rsid w:val="00064003"/>
    <w:rsid w:val="00064DB1"/>
    <w:rsid w:val="00067D21"/>
    <w:rsid w:val="000729EC"/>
    <w:rsid w:val="000730B0"/>
    <w:rsid w:val="000751CB"/>
    <w:rsid w:val="00075936"/>
    <w:rsid w:val="00077A55"/>
    <w:rsid w:val="00082651"/>
    <w:rsid w:val="00082892"/>
    <w:rsid w:val="0008372E"/>
    <w:rsid w:val="00084B2D"/>
    <w:rsid w:val="00085BEA"/>
    <w:rsid w:val="00086881"/>
    <w:rsid w:val="00086FBB"/>
    <w:rsid w:val="000909FE"/>
    <w:rsid w:val="00091031"/>
    <w:rsid w:val="00091319"/>
    <w:rsid w:val="000949E0"/>
    <w:rsid w:val="00094CF1"/>
    <w:rsid w:val="00097FD9"/>
    <w:rsid w:val="000A1208"/>
    <w:rsid w:val="000A1336"/>
    <w:rsid w:val="000A1D65"/>
    <w:rsid w:val="000A40FD"/>
    <w:rsid w:val="000A530C"/>
    <w:rsid w:val="000A6606"/>
    <w:rsid w:val="000A7D83"/>
    <w:rsid w:val="000B09A1"/>
    <w:rsid w:val="000B1393"/>
    <w:rsid w:val="000B21C9"/>
    <w:rsid w:val="000C010A"/>
    <w:rsid w:val="000C469D"/>
    <w:rsid w:val="000C4D91"/>
    <w:rsid w:val="000C52E8"/>
    <w:rsid w:val="000C5339"/>
    <w:rsid w:val="000D0238"/>
    <w:rsid w:val="000D0661"/>
    <w:rsid w:val="000D25E3"/>
    <w:rsid w:val="000D2F83"/>
    <w:rsid w:val="000D30A5"/>
    <w:rsid w:val="000D3684"/>
    <w:rsid w:val="000D4043"/>
    <w:rsid w:val="000D447D"/>
    <w:rsid w:val="000D4A0D"/>
    <w:rsid w:val="000D63A4"/>
    <w:rsid w:val="000E19C5"/>
    <w:rsid w:val="000E1E6A"/>
    <w:rsid w:val="000E3A99"/>
    <w:rsid w:val="000E5CD8"/>
    <w:rsid w:val="000F2695"/>
    <w:rsid w:val="000F5ADE"/>
    <w:rsid w:val="000F65AB"/>
    <w:rsid w:val="000F65F9"/>
    <w:rsid w:val="00103D0D"/>
    <w:rsid w:val="0010482C"/>
    <w:rsid w:val="001058E8"/>
    <w:rsid w:val="001073BD"/>
    <w:rsid w:val="00112C81"/>
    <w:rsid w:val="00120603"/>
    <w:rsid w:val="00121F2A"/>
    <w:rsid w:val="001221C4"/>
    <w:rsid w:val="0012518C"/>
    <w:rsid w:val="00125A68"/>
    <w:rsid w:val="00126E95"/>
    <w:rsid w:val="001279B3"/>
    <w:rsid w:val="0013009D"/>
    <w:rsid w:val="001305FD"/>
    <w:rsid w:val="00130A33"/>
    <w:rsid w:val="00130B19"/>
    <w:rsid w:val="00132D13"/>
    <w:rsid w:val="00134FC3"/>
    <w:rsid w:val="00137CA8"/>
    <w:rsid w:val="0014155F"/>
    <w:rsid w:val="001441E9"/>
    <w:rsid w:val="001444FE"/>
    <w:rsid w:val="0014620F"/>
    <w:rsid w:val="00146FC1"/>
    <w:rsid w:val="00153E79"/>
    <w:rsid w:val="00154520"/>
    <w:rsid w:val="00160AF1"/>
    <w:rsid w:val="00160C1F"/>
    <w:rsid w:val="001616F0"/>
    <w:rsid w:val="0016302A"/>
    <w:rsid w:val="001644E8"/>
    <w:rsid w:val="00167CEA"/>
    <w:rsid w:val="00172CF6"/>
    <w:rsid w:val="00173D3E"/>
    <w:rsid w:val="0017512F"/>
    <w:rsid w:val="001778C5"/>
    <w:rsid w:val="0018015F"/>
    <w:rsid w:val="0018017E"/>
    <w:rsid w:val="0018163E"/>
    <w:rsid w:val="00181B54"/>
    <w:rsid w:val="00182CA8"/>
    <w:rsid w:val="0018463F"/>
    <w:rsid w:val="00185971"/>
    <w:rsid w:val="001861C8"/>
    <w:rsid w:val="00187933"/>
    <w:rsid w:val="00193642"/>
    <w:rsid w:val="0019441D"/>
    <w:rsid w:val="00196D8A"/>
    <w:rsid w:val="001A3548"/>
    <w:rsid w:val="001B0341"/>
    <w:rsid w:val="001B09EE"/>
    <w:rsid w:val="001B1F4B"/>
    <w:rsid w:val="001B27B6"/>
    <w:rsid w:val="001B5AC4"/>
    <w:rsid w:val="001B6C76"/>
    <w:rsid w:val="001C02A8"/>
    <w:rsid w:val="001C25B0"/>
    <w:rsid w:val="001C2B25"/>
    <w:rsid w:val="001C31F3"/>
    <w:rsid w:val="001C4DC5"/>
    <w:rsid w:val="001C5FCA"/>
    <w:rsid w:val="001C7170"/>
    <w:rsid w:val="001D0969"/>
    <w:rsid w:val="001D1A7B"/>
    <w:rsid w:val="001D1B52"/>
    <w:rsid w:val="001D1BA5"/>
    <w:rsid w:val="001D3DE0"/>
    <w:rsid w:val="001D4686"/>
    <w:rsid w:val="001D472A"/>
    <w:rsid w:val="001D63F4"/>
    <w:rsid w:val="001D7D10"/>
    <w:rsid w:val="001E197A"/>
    <w:rsid w:val="001E3F27"/>
    <w:rsid w:val="001E5968"/>
    <w:rsid w:val="001E6C5E"/>
    <w:rsid w:val="001E7120"/>
    <w:rsid w:val="001E7EF9"/>
    <w:rsid w:val="001F4521"/>
    <w:rsid w:val="001F4C6C"/>
    <w:rsid w:val="00200586"/>
    <w:rsid w:val="002014DC"/>
    <w:rsid w:val="0020246A"/>
    <w:rsid w:val="00202983"/>
    <w:rsid w:val="00203AF8"/>
    <w:rsid w:val="00207AD9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3D9B"/>
    <w:rsid w:val="002246FB"/>
    <w:rsid w:val="00227580"/>
    <w:rsid w:val="00233F7D"/>
    <w:rsid w:val="00234B60"/>
    <w:rsid w:val="00235DE2"/>
    <w:rsid w:val="00235EAB"/>
    <w:rsid w:val="002361A3"/>
    <w:rsid w:val="00237849"/>
    <w:rsid w:val="00237F94"/>
    <w:rsid w:val="00242067"/>
    <w:rsid w:val="00242464"/>
    <w:rsid w:val="00245F24"/>
    <w:rsid w:val="00246591"/>
    <w:rsid w:val="00246AC4"/>
    <w:rsid w:val="00257932"/>
    <w:rsid w:val="0026324C"/>
    <w:rsid w:val="00265E63"/>
    <w:rsid w:val="00266BEC"/>
    <w:rsid w:val="00267DFC"/>
    <w:rsid w:val="00270DE4"/>
    <w:rsid w:val="002734EE"/>
    <w:rsid w:val="00273718"/>
    <w:rsid w:val="00273863"/>
    <w:rsid w:val="002757A1"/>
    <w:rsid w:val="00275C4A"/>
    <w:rsid w:val="002807AE"/>
    <w:rsid w:val="00285B3F"/>
    <w:rsid w:val="0028651F"/>
    <w:rsid w:val="002914B6"/>
    <w:rsid w:val="0029564C"/>
    <w:rsid w:val="0029573A"/>
    <w:rsid w:val="002966B0"/>
    <w:rsid w:val="00297293"/>
    <w:rsid w:val="00297FB3"/>
    <w:rsid w:val="002A13D9"/>
    <w:rsid w:val="002A1C25"/>
    <w:rsid w:val="002A1DC4"/>
    <w:rsid w:val="002A357E"/>
    <w:rsid w:val="002A65D0"/>
    <w:rsid w:val="002A6DAB"/>
    <w:rsid w:val="002B0817"/>
    <w:rsid w:val="002B2659"/>
    <w:rsid w:val="002B4691"/>
    <w:rsid w:val="002B7215"/>
    <w:rsid w:val="002C1D05"/>
    <w:rsid w:val="002C21B0"/>
    <w:rsid w:val="002C39EA"/>
    <w:rsid w:val="002C470B"/>
    <w:rsid w:val="002C546D"/>
    <w:rsid w:val="002C5FBA"/>
    <w:rsid w:val="002C74F3"/>
    <w:rsid w:val="002D0324"/>
    <w:rsid w:val="002D2DA6"/>
    <w:rsid w:val="002D3018"/>
    <w:rsid w:val="002D5801"/>
    <w:rsid w:val="002D74B4"/>
    <w:rsid w:val="002D7AAD"/>
    <w:rsid w:val="002D7FED"/>
    <w:rsid w:val="002E0416"/>
    <w:rsid w:val="002E05AA"/>
    <w:rsid w:val="002E1777"/>
    <w:rsid w:val="002E2D0D"/>
    <w:rsid w:val="002E36E5"/>
    <w:rsid w:val="002F1813"/>
    <w:rsid w:val="002F1F68"/>
    <w:rsid w:val="002F27DB"/>
    <w:rsid w:val="003017E6"/>
    <w:rsid w:val="00302E89"/>
    <w:rsid w:val="00304D11"/>
    <w:rsid w:val="0030539C"/>
    <w:rsid w:val="00307088"/>
    <w:rsid w:val="0030716F"/>
    <w:rsid w:val="0031127A"/>
    <w:rsid w:val="00312FF6"/>
    <w:rsid w:val="003144CB"/>
    <w:rsid w:val="00315999"/>
    <w:rsid w:val="00315BB3"/>
    <w:rsid w:val="00316AA1"/>
    <w:rsid w:val="00323C22"/>
    <w:rsid w:val="00325256"/>
    <w:rsid w:val="00327582"/>
    <w:rsid w:val="00331488"/>
    <w:rsid w:val="0033186D"/>
    <w:rsid w:val="00332005"/>
    <w:rsid w:val="003324F5"/>
    <w:rsid w:val="003331F9"/>
    <w:rsid w:val="00334DE5"/>
    <w:rsid w:val="00335237"/>
    <w:rsid w:val="00336B3C"/>
    <w:rsid w:val="00337A15"/>
    <w:rsid w:val="00341421"/>
    <w:rsid w:val="00344806"/>
    <w:rsid w:val="00346506"/>
    <w:rsid w:val="00346FFB"/>
    <w:rsid w:val="003472EE"/>
    <w:rsid w:val="003479E7"/>
    <w:rsid w:val="00350FA2"/>
    <w:rsid w:val="00352096"/>
    <w:rsid w:val="00352912"/>
    <w:rsid w:val="00352D3A"/>
    <w:rsid w:val="00354274"/>
    <w:rsid w:val="00355BD8"/>
    <w:rsid w:val="0035618B"/>
    <w:rsid w:val="00360BB2"/>
    <w:rsid w:val="00362216"/>
    <w:rsid w:val="0036365B"/>
    <w:rsid w:val="00365148"/>
    <w:rsid w:val="003669A4"/>
    <w:rsid w:val="0037135A"/>
    <w:rsid w:val="003713E8"/>
    <w:rsid w:val="00371B2B"/>
    <w:rsid w:val="003725D7"/>
    <w:rsid w:val="0037444D"/>
    <w:rsid w:val="003766FF"/>
    <w:rsid w:val="003770BE"/>
    <w:rsid w:val="00377FDF"/>
    <w:rsid w:val="00382212"/>
    <w:rsid w:val="00382324"/>
    <w:rsid w:val="0038364E"/>
    <w:rsid w:val="003841CE"/>
    <w:rsid w:val="003907E1"/>
    <w:rsid w:val="00390E9F"/>
    <w:rsid w:val="00391037"/>
    <w:rsid w:val="003912FC"/>
    <w:rsid w:val="00392D8B"/>
    <w:rsid w:val="003945D9"/>
    <w:rsid w:val="0039492F"/>
    <w:rsid w:val="00395217"/>
    <w:rsid w:val="003953E1"/>
    <w:rsid w:val="00396909"/>
    <w:rsid w:val="00396FA8"/>
    <w:rsid w:val="003A2DD2"/>
    <w:rsid w:val="003A3E20"/>
    <w:rsid w:val="003A75BF"/>
    <w:rsid w:val="003B05A8"/>
    <w:rsid w:val="003B0A64"/>
    <w:rsid w:val="003B1405"/>
    <w:rsid w:val="003B6BA6"/>
    <w:rsid w:val="003B6EBF"/>
    <w:rsid w:val="003C0740"/>
    <w:rsid w:val="003C0EEE"/>
    <w:rsid w:val="003C15C8"/>
    <w:rsid w:val="003C4859"/>
    <w:rsid w:val="003C678E"/>
    <w:rsid w:val="003C71B6"/>
    <w:rsid w:val="003C725C"/>
    <w:rsid w:val="003D1B9F"/>
    <w:rsid w:val="003D3337"/>
    <w:rsid w:val="003D3535"/>
    <w:rsid w:val="003D67C4"/>
    <w:rsid w:val="003D7E47"/>
    <w:rsid w:val="003D7FA4"/>
    <w:rsid w:val="003E0315"/>
    <w:rsid w:val="003E1309"/>
    <w:rsid w:val="003E3960"/>
    <w:rsid w:val="003E5410"/>
    <w:rsid w:val="003E78BE"/>
    <w:rsid w:val="003F0324"/>
    <w:rsid w:val="003F13D5"/>
    <w:rsid w:val="003F15E5"/>
    <w:rsid w:val="003F50D0"/>
    <w:rsid w:val="003F6F55"/>
    <w:rsid w:val="003F7DD7"/>
    <w:rsid w:val="00401347"/>
    <w:rsid w:val="00401B2F"/>
    <w:rsid w:val="004034B6"/>
    <w:rsid w:val="0040733F"/>
    <w:rsid w:val="004077D8"/>
    <w:rsid w:val="00410837"/>
    <w:rsid w:val="00411B0A"/>
    <w:rsid w:val="004122CF"/>
    <w:rsid w:val="00412B1C"/>
    <w:rsid w:val="00413C94"/>
    <w:rsid w:val="00414456"/>
    <w:rsid w:val="0041676C"/>
    <w:rsid w:val="004167E4"/>
    <w:rsid w:val="00417642"/>
    <w:rsid w:val="0042201E"/>
    <w:rsid w:val="00422436"/>
    <w:rsid w:val="00422D7E"/>
    <w:rsid w:val="00422D97"/>
    <w:rsid w:val="00423B42"/>
    <w:rsid w:val="00423BB3"/>
    <w:rsid w:val="0042421D"/>
    <w:rsid w:val="004243C9"/>
    <w:rsid w:val="004249DD"/>
    <w:rsid w:val="00425934"/>
    <w:rsid w:val="00427747"/>
    <w:rsid w:val="00430099"/>
    <w:rsid w:val="004306F5"/>
    <w:rsid w:val="0043148A"/>
    <w:rsid w:val="00433A71"/>
    <w:rsid w:val="00434AF7"/>
    <w:rsid w:val="00436415"/>
    <w:rsid w:val="00440E11"/>
    <w:rsid w:val="00441656"/>
    <w:rsid w:val="0044166D"/>
    <w:rsid w:val="00443EEF"/>
    <w:rsid w:val="00444299"/>
    <w:rsid w:val="00444B33"/>
    <w:rsid w:val="00447781"/>
    <w:rsid w:val="00447E33"/>
    <w:rsid w:val="0045072A"/>
    <w:rsid w:val="00450E5E"/>
    <w:rsid w:val="00452F8A"/>
    <w:rsid w:val="00455341"/>
    <w:rsid w:val="004554EC"/>
    <w:rsid w:val="00456414"/>
    <w:rsid w:val="004567CF"/>
    <w:rsid w:val="00457769"/>
    <w:rsid w:val="004600BA"/>
    <w:rsid w:val="00460331"/>
    <w:rsid w:val="004621EF"/>
    <w:rsid w:val="00462782"/>
    <w:rsid w:val="00467F8D"/>
    <w:rsid w:val="00471DFA"/>
    <w:rsid w:val="00472775"/>
    <w:rsid w:val="004729C4"/>
    <w:rsid w:val="00473125"/>
    <w:rsid w:val="00475283"/>
    <w:rsid w:val="00475A9A"/>
    <w:rsid w:val="00476778"/>
    <w:rsid w:val="004805E1"/>
    <w:rsid w:val="00480AF5"/>
    <w:rsid w:val="00482B58"/>
    <w:rsid w:val="00484623"/>
    <w:rsid w:val="00484B6B"/>
    <w:rsid w:val="004868EE"/>
    <w:rsid w:val="0048787E"/>
    <w:rsid w:val="00490A0C"/>
    <w:rsid w:val="004930B7"/>
    <w:rsid w:val="004942F1"/>
    <w:rsid w:val="004A16AD"/>
    <w:rsid w:val="004A26EC"/>
    <w:rsid w:val="004A3AC1"/>
    <w:rsid w:val="004A45D2"/>
    <w:rsid w:val="004A5228"/>
    <w:rsid w:val="004A55AF"/>
    <w:rsid w:val="004A603B"/>
    <w:rsid w:val="004A7A6B"/>
    <w:rsid w:val="004B0819"/>
    <w:rsid w:val="004B2F22"/>
    <w:rsid w:val="004B411A"/>
    <w:rsid w:val="004B432B"/>
    <w:rsid w:val="004B6365"/>
    <w:rsid w:val="004C08F3"/>
    <w:rsid w:val="004C0CCA"/>
    <w:rsid w:val="004C1652"/>
    <w:rsid w:val="004C39B0"/>
    <w:rsid w:val="004C3E1D"/>
    <w:rsid w:val="004C41B3"/>
    <w:rsid w:val="004C53CA"/>
    <w:rsid w:val="004C5565"/>
    <w:rsid w:val="004C5FE6"/>
    <w:rsid w:val="004C6116"/>
    <w:rsid w:val="004C7CE8"/>
    <w:rsid w:val="004D0E05"/>
    <w:rsid w:val="004D0E8F"/>
    <w:rsid w:val="004D1B5E"/>
    <w:rsid w:val="004D2201"/>
    <w:rsid w:val="004D3185"/>
    <w:rsid w:val="004D47CE"/>
    <w:rsid w:val="004D4C4E"/>
    <w:rsid w:val="004D58CE"/>
    <w:rsid w:val="004D5930"/>
    <w:rsid w:val="004E09FA"/>
    <w:rsid w:val="004E1171"/>
    <w:rsid w:val="004E11FA"/>
    <w:rsid w:val="004E3979"/>
    <w:rsid w:val="004E4D01"/>
    <w:rsid w:val="004E6B58"/>
    <w:rsid w:val="004E6BFF"/>
    <w:rsid w:val="004F03DD"/>
    <w:rsid w:val="004F0AD1"/>
    <w:rsid w:val="004F0D03"/>
    <w:rsid w:val="004F1229"/>
    <w:rsid w:val="004F1622"/>
    <w:rsid w:val="004F25AC"/>
    <w:rsid w:val="004F532D"/>
    <w:rsid w:val="00501130"/>
    <w:rsid w:val="005039CA"/>
    <w:rsid w:val="00504420"/>
    <w:rsid w:val="00504535"/>
    <w:rsid w:val="00504E79"/>
    <w:rsid w:val="005071A3"/>
    <w:rsid w:val="0051138F"/>
    <w:rsid w:val="0051236F"/>
    <w:rsid w:val="00512768"/>
    <w:rsid w:val="00516C07"/>
    <w:rsid w:val="00520467"/>
    <w:rsid w:val="00520725"/>
    <w:rsid w:val="005208A5"/>
    <w:rsid w:val="005229DA"/>
    <w:rsid w:val="00522B37"/>
    <w:rsid w:val="0052548D"/>
    <w:rsid w:val="005263CB"/>
    <w:rsid w:val="005273EC"/>
    <w:rsid w:val="00530662"/>
    <w:rsid w:val="00533A44"/>
    <w:rsid w:val="00536A77"/>
    <w:rsid w:val="00540224"/>
    <w:rsid w:val="00540A81"/>
    <w:rsid w:val="00540D32"/>
    <w:rsid w:val="0054131A"/>
    <w:rsid w:val="00541A5C"/>
    <w:rsid w:val="00542BE2"/>
    <w:rsid w:val="00550C7D"/>
    <w:rsid w:val="00554AFD"/>
    <w:rsid w:val="005557A5"/>
    <w:rsid w:val="005562F1"/>
    <w:rsid w:val="00557ABC"/>
    <w:rsid w:val="005600D6"/>
    <w:rsid w:val="005610FD"/>
    <w:rsid w:val="00561706"/>
    <w:rsid w:val="00562FB6"/>
    <w:rsid w:val="0056530F"/>
    <w:rsid w:val="00565CF1"/>
    <w:rsid w:val="00566817"/>
    <w:rsid w:val="005701FF"/>
    <w:rsid w:val="00570D8B"/>
    <w:rsid w:val="00570E92"/>
    <w:rsid w:val="0057184F"/>
    <w:rsid w:val="00573009"/>
    <w:rsid w:val="005731C4"/>
    <w:rsid w:val="0057341F"/>
    <w:rsid w:val="00573E81"/>
    <w:rsid w:val="00574EAB"/>
    <w:rsid w:val="005754AE"/>
    <w:rsid w:val="00575CEA"/>
    <w:rsid w:val="005762AC"/>
    <w:rsid w:val="005772E2"/>
    <w:rsid w:val="00582735"/>
    <w:rsid w:val="00582CC3"/>
    <w:rsid w:val="00586717"/>
    <w:rsid w:val="00590C18"/>
    <w:rsid w:val="00590CBC"/>
    <w:rsid w:val="00592977"/>
    <w:rsid w:val="005964B9"/>
    <w:rsid w:val="005971FC"/>
    <w:rsid w:val="005976CB"/>
    <w:rsid w:val="005A2BD9"/>
    <w:rsid w:val="005A5580"/>
    <w:rsid w:val="005A57BC"/>
    <w:rsid w:val="005A6308"/>
    <w:rsid w:val="005A6EA5"/>
    <w:rsid w:val="005B3863"/>
    <w:rsid w:val="005B6DC5"/>
    <w:rsid w:val="005B79F5"/>
    <w:rsid w:val="005C2064"/>
    <w:rsid w:val="005C398E"/>
    <w:rsid w:val="005C4013"/>
    <w:rsid w:val="005C473C"/>
    <w:rsid w:val="005C7E7B"/>
    <w:rsid w:val="005D1B27"/>
    <w:rsid w:val="005D1C4A"/>
    <w:rsid w:val="005D2381"/>
    <w:rsid w:val="005D4A1A"/>
    <w:rsid w:val="005D55F1"/>
    <w:rsid w:val="005D5C09"/>
    <w:rsid w:val="005E0C0C"/>
    <w:rsid w:val="005E2AD2"/>
    <w:rsid w:val="005E408F"/>
    <w:rsid w:val="005E4980"/>
    <w:rsid w:val="005F42A7"/>
    <w:rsid w:val="005F7C17"/>
    <w:rsid w:val="00601909"/>
    <w:rsid w:val="00601B74"/>
    <w:rsid w:val="00602033"/>
    <w:rsid w:val="0060318D"/>
    <w:rsid w:val="0060422F"/>
    <w:rsid w:val="00605331"/>
    <w:rsid w:val="00605C4B"/>
    <w:rsid w:val="00610531"/>
    <w:rsid w:val="00611DB3"/>
    <w:rsid w:val="006131BF"/>
    <w:rsid w:val="00614432"/>
    <w:rsid w:val="0061516F"/>
    <w:rsid w:val="0061743D"/>
    <w:rsid w:val="0061762F"/>
    <w:rsid w:val="00620975"/>
    <w:rsid w:val="00620BBD"/>
    <w:rsid w:val="00622328"/>
    <w:rsid w:val="0062311B"/>
    <w:rsid w:val="0062320A"/>
    <w:rsid w:val="00625A57"/>
    <w:rsid w:val="006276E9"/>
    <w:rsid w:val="006301FA"/>
    <w:rsid w:val="00630B83"/>
    <w:rsid w:val="00630F4D"/>
    <w:rsid w:val="00631628"/>
    <w:rsid w:val="00634093"/>
    <w:rsid w:val="006411A1"/>
    <w:rsid w:val="00641268"/>
    <w:rsid w:val="006429E1"/>
    <w:rsid w:val="006442C3"/>
    <w:rsid w:val="00646028"/>
    <w:rsid w:val="0065351E"/>
    <w:rsid w:val="006535AD"/>
    <w:rsid w:val="0065691B"/>
    <w:rsid w:val="00656C80"/>
    <w:rsid w:val="00656E0C"/>
    <w:rsid w:val="00657CDD"/>
    <w:rsid w:val="00660768"/>
    <w:rsid w:val="00661240"/>
    <w:rsid w:val="0066315E"/>
    <w:rsid w:val="00663E87"/>
    <w:rsid w:val="00664751"/>
    <w:rsid w:val="006654A5"/>
    <w:rsid w:val="00665EC0"/>
    <w:rsid w:val="00666DD3"/>
    <w:rsid w:val="00666F01"/>
    <w:rsid w:val="0067608F"/>
    <w:rsid w:val="006805A5"/>
    <w:rsid w:val="00684085"/>
    <w:rsid w:val="00685DF7"/>
    <w:rsid w:val="00686634"/>
    <w:rsid w:val="0069094A"/>
    <w:rsid w:val="00690CCF"/>
    <w:rsid w:val="00692FD1"/>
    <w:rsid w:val="006936C3"/>
    <w:rsid w:val="006936FD"/>
    <w:rsid w:val="00694129"/>
    <w:rsid w:val="006972E6"/>
    <w:rsid w:val="00697EFE"/>
    <w:rsid w:val="006A23A7"/>
    <w:rsid w:val="006A4F40"/>
    <w:rsid w:val="006A515C"/>
    <w:rsid w:val="006A6358"/>
    <w:rsid w:val="006A7DDD"/>
    <w:rsid w:val="006B4FDC"/>
    <w:rsid w:val="006B66DA"/>
    <w:rsid w:val="006B69AC"/>
    <w:rsid w:val="006B7FD0"/>
    <w:rsid w:val="006C17C0"/>
    <w:rsid w:val="006C1A05"/>
    <w:rsid w:val="006C4587"/>
    <w:rsid w:val="006D0DC2"/>
    <w:rsid w:val="006D7529"/>
    <w:rsid w:val="006E10DA"/>
    <w:rsid w:val="006E2749"/>
    <w:rsid w:val="006E4C22"/>
    <w:rsid w:val="006E676D"/>
    <w:rsid w:val="006F0C42"/>
    <w:rsid w:val="006F2754"/>
    <w:rsid w:val="006F2E52"/>
    <w:rsid w:val="006F311A"/>
    <w:rsid w:val="006F44FB"/>
    <w:rsid w:val="006F53EE"/>
    <w:rsid w:val="006F698F"/>
    <w:rsid w:val="00702592"/>
    <w:rsid w:val="00703401"/>
    <w:rsid w:val="00703D79"/>
    <w:rsid w:val="00704E2D"/>
    <w:rsid w:val="00710078"/>
    <w:rsid w:val="00711242"/>
    <w:rsid w:val="007112CF"/>
    <w:rsid w:val="00712BA9"/>
    <w:rsid w:val="0071363A"/>
    <w:rsid w:val="007162EE"/>
    <w:rsid w:val="007165CB"/>
    <w:rsid w:val="00717136"/>
    <w:rsid w:val="0071785B"/>
    <w:rsid w:val="00720935"/>
    <w:rsid w:val="00725169"/>
    <w:rsid w:val="0073172C"/>
    <w:rsid w:val="007333CC"/>
    <w:rsid w:val="00734B42"/>
    <w:rsid w:val="00740934"/>
    <w:rsid w:val="00740FE6"/>
    <w:rsid w:val="00741EE7"/>
    <w:rsid w:val="007420CD"/>
    <w:rsid w:val="00743207"/>
    <w:rsid w:val="00745C66"/>
    <w:rsid w:val="00750D90"/>
    <w:rsid w:val="00752127"/>
    <w:rsid w:val="00756C49"/>
    <w:rsid w:val="007615C2"/>
    <w:rsid w:val="00762125"/>
    <w:rsid w:val="007631BC"/>
    <w:rsid w:val="00763921"/>
    <w:rsid w:val="00766EC5"/>
    <w:rsid w:val="007709A6"/>
    <w:rsid w:val="00771F51"/>
    <w:rsid w:val="00773328"/>
    <w:rsid w:val="00773AE6"/>
    <w:rsid w:val="007757FD"/>
    <w:rsid w:val="00777955"/>
    <w:rsid w:val="00780CBA"/>
    <w:rsid w:val="007825AD"/>
    <w:rsid w:val="0078266C"/>
    <w:rsid w:val="007836D6"/>
    <w:rsid w:val="0078688A"/>
    <w:rsid w:val="007873FD"/>
    <w:rsid w:val="00787640"/>
    <w:rsid w:val="007909CD"/>
    <w:rsid w:val="00790F08"/>
    <w:rsid w:val="00792787"/>
    <w:rsid w:val="0079407E"/>
    <w:rsid w:val="00795962"/>
    <w:rsid w:val="00796381"/>
    <w:rsid w:val="00797FD3"/>
    <w:rsid w:val="007A1E6F"/>
    <w:rsid w:val="007A28D2"/>
    <w:rsid w:val="007A2EA8"/>
    <w:rsid w:val="007A4AFE"/>
    <w:rsid w:val="007A5C46"/>
    <w:rsid w:val="007B3DA8"/>
    <w:rsid w:val="007B5C88"/>
    <w:rsid w:val="007B775C"/>
    <w:rsid w:val="007B7B53"/>
    <w:rsid w:val="007C020C"/>
    <w:rsid w:val="007C06F6"/>
    <w:rsid w:val="007C2D1B"/>
    <w:rsid w:val="007C5E27"/>
    <w:rsid w:val="007D145A"/>
    <w:rsid w:val="007D18A8"/>
    <w:rsid w:val="007D2D7A"/>
    <w:rsid w:val="007D33B3"/>
    <w:rsid w:val="007D40A4"/>
    <w:rsid w:val="007D420F"/>
    <w:rsid w:val="007D5955"/>
    <w:rsid w:val="007D673B"/>
    <w:rsid w:val="007D7E4E"/>
    <w:rsid w:val="007E092F"/>
    <w:rsid w:val="007E215D"/>
    <w:rsid w:val="007E3740"/>
    <w:rsid w:val="007E637C"/>
    <w:rsid w:val="007E6A7E"/>
    <w:rsid w:val="007F2661"/>
    <w:rsid w:val="007F2807"/>
    <w:rsid w:val="007F3896"/>
    <w:rsid w:val="007F460A"/>
    <w:rsid w:val="007F4D0E"/>
    <w:rsid w:val="007F57F7"/>
    <w:rsid w:val="007F64E8"/>
    <w:rsid w:val="007F76E5"/>
    <w:rsid w:val="007F7BD1"/>
    <w:rsid w:val="0080181C"/>
    <w:rsid w:val="008027D3"/>
    <w:rsid w:val="008038D3"/>
    <w:rsid w:val="00810716"/>
    <w:rsid w:val="008112AF"/>
    <w:rsid w:val="0081160B"/>
    <w:rsid w:val="00812E96"/>
    <w:rsid w:val="00814DB8"/>
    <w:rsid w:val="00814F4D"/>
    <w:rsid w:val="00816370"/>
    <w:rsid w:val="0081745B"/>
    <w:rsid w:val="0081763F"/>
    <w:rsid w:val="00820B78"/>
    <w:rsid w:val="00822548"/>
    <w:rsid w:val="0082261E"/>
    <w:rsid w:val="0082299A"/>
    <w:rsid w:val="0082438F"/>
    <w:rsid w:val="00824EEE"/>
    <w:rsid w:val="008251A5"/>
    <w:rsid w:val="00830EF5"/>
    <w:rsid w:val="00832D77"/>
    <w:rsid w:val="00833F4B"/>
    <w:rsid w:val="008344E0"/>
    <w:rsid w:val="00835BE2"/>
    <w:rsid w:val="0083797B"/>
    <w:rsid w:val="00837D17"/>
    <w:rsid w:val="00840A35"/>
    <w:rsid w:val="0084309F"/>
    <w:rsid w:val="008430D1"/>
    <w:rsid w:val="008471FC"/>
    <w:rsid w:val="008477BF"/>
    <w:rsid w:val="008507D9"/>
    <w:rsid w:val="008519F6"/>
    <w:rsid w:val="008525FC"/>
    <w:rsid w:val="00855491"/>
    <w:rsid w:val="00855B59"/>
    <w:rsid w:val="00855C9A"/>
    <w:rsid w:val="00855F09"/>
    <w:rsid w:val="008571EE"/>
    <w:rsid w:val="00857CAD"/>
    <w:rsid w:val="008600A5"/>
    <w:rsid w:val="008621CB"/>
    <w:rsid w:val="008642D3"/>
    <w:rsid w:val="0086478D"/>
    <w:rsid w:val="008663B9"/>
    <w:rsid w:val="0087015B"/>
    <w:rsid w:val="00872605"/>
    <w:rsid w:val="0087564F"/>
    <w:rsid w:val="00875A5E"/>
    <w:rsid w:val="00875AFF"/>
    <w:rsid w:val="00876220"/>
    <w:rsid w:val="00877226"/>
    <w:rsid w:val="00880294"/>
    <w:rsid w:val="0088087B"/>
    <w:rsid w:val="00880FCB"/>
    <w:rsid w:val="00885D3A"/>
    <w:rsid w:val="00887341"/>
    <w:rsid w:val="008918F5"/>
    <w:rsid w:val="00894E30"/>
    <w:rsid w:val="008960AF"/>
    <w:rsid w:val="00896209"/>
    <w:rsid w:val="008A0CB2"/>
    <w:rsid w:val="008A19D8"/>
    <w:rsid w:val="008A4AE2"/>
    <w:rsid w:val="008A606E"/>
    <w:rsid w:val="008B20B7"/>
    <w:rsid w:val="008B3BC0"/>
    <w:rsid w:val="008B40FE"/>
    <w:rsid w:val="008B7D8B"/>
    <w:rsid w:val="008C25C1"/>
    <w:rsid w:val="008C4064"/>
    <w:rsid w:val="008C5BF5"/>
    <w:rsid w:val="008C5F02"/>
    <w:rsid w:val="008C746A"/>
    <w:rsid w:val="008C7F25"/>
    <w:rsid w:val="008D07F7"/>
    <w:rsid w:val="008D2E41"/>
    <w:rsid w:val="008D391E"/>
    <w:rsid w:val="008D4E33"/>
    <w:rsid w:val="008D521C"/>
    <w:rsid w:val="008E0F04"/>
    <w:rsid w:val="008E39D8"/>
    <w:rsid w:val="008E7269"/>
    <w:rsid w:val="008E74ED"/>
    <w:rsid w:val="008E7B8B"/>
    <w:rsid w:val="008F01CB"/>
    <w:rsid w:val="008F3BB8"/>
    <w:rsid w:val="008F4A46"/>
    <w:rsid w:val="008F67C4"/>
    <w:rsid w:val="008F720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0DD"/>
    <w:rsid w:val="00926E61"/>
    <w:rsid w:val="009275D6"/>
    <w:rsid w:val="0092777D"/>
    <w:rsid w:val="00930ACC"/>
    <w:rsid w:val="00933162"/>
    <w:rsid w:val="0093480F"/>
    <w:rsid w:val="00935FAE"/>
    <w:rsid w:val="00937BB4"/>
    <w:rsid w:val="00942226"/>
    <w:rsid w:val="0094222D"/>
    <w:rsid w:val="00942F3D"/>
    <w:rsid w:val="009436BA"/>
    <w:rsid w:val="0094476C"/>
    <w:rsid w:val="009459D8"/>
    <w:rsid w:val="00947A78"/>
    <w:rsid w:val="0095043F"/>
    <w:rsid w:val="00951E12"/>
    <w:rsid w:val="0095308F"/>
    <w:rsid w:val="00954F4D"/>
    <w:rsid w:val="00954F78"/>
    <w:rsid w:val="009613E1"/>
    <w:rsid w:val="009617DD"/>
    <w:rsid w:val="009625DF"/>
    <w:rsid w:val="009648AD"/>
    <w:rsid w:val="00964AF9"/>
    <w:rsid w:val="009664A4"/>
    <w:rsid w:val="00970985"/>
    <w:rsid w:val="009709D1"/>
    <w:rsid w:val="00974B30"/>
    <w:rsid w:val="00976572"/>
    <w:rsid w:val="00977DF8"/>
    <w:rsid w:val="00981ED7"/>
    <w:rsid w:val="009844CE"/>
    <w:rsid w:val="00985B75"/>
    <w:rsid w:val="00985FCB"/>
    <w:rsid w:val="00987067"/>
    <w:rsid w:val="0099154C"/>
    <w:rsid w:val="00992277"/>
    <w:rsid w:val="00995125"/>
    <w:rsid w:val="009955BB"/>
    <w:rsid w:val="009962E7"/>
    <w:rsid w:val="00997A19"/>
    <w:rsid w:val="009A0544"/>
    <w:rsid w:val="009A2707"/>
    <w:rsid w:val="009A32AE"/>
    <w:rsid w:val="009A57C6"/>
    <w:rsid w:val="009A5F90"/>
    <w:rsid w:val="009A6568"/>
    <w:rsid w:val="009A776F"/>
    <w:rsid w:val="009B136F"/>
    <w:rsid w:val="009B1C79"/>
    <w:rsid w:val="009B33B8"/>
    <w:rsid w:val="009B4D08"/>
    <w:rsid w:val="009B6088"/>
    <w:rsid w:val="009B65A8"/>
    <w:rsid w:val="009C02A4"/>
    <w:rsid w:val="009C37F6"/>
    <w:rsid w:val="009C45BF"/>
    <w:rsid w:val="009C4ADA"/>
    <w:rsid w:val="009C4DA1"/>
    <w:rsid w:val="009C5506"/>
    <w:rsid w:val="009C56C7"/>
    <w:rsid w:val="009C59C2"/>
    <w:rsid w:val="009C743A"/>
    <w:rsid w:val="009C7E88"/>
    <w:rsid w:val="009D09FD"/>
    <w:rsid w:val="009D217B"/>
    <w:rsid w:val="009D41B9"/>
    <w:rsid w:val="009D74C2"/>
    <w:rsid w:val="009E01FE"/>
    <w:rsid w:val="009E0883"/>
    <w:rsid w:val="009E2422"/>
    <w:rsid w:val="009E354C"/>
    <w:rsid w:val="009E6B99"/>
    <w:rsid w:val="009E7016"/>
    <w:rsid w:val="009E7A28"/>
    <w:rsid w:val="009E7EE7"/>
    <w:rsid w:val="009F2CD1"/>
    <w:rsid w:val="009F44B5"/>
    <w:rsid w:val="009F4C43"/>
    <w:rsid w:val="009F4F93"/>
    <w:rsid w:val="009F5A92"/>
    <w:rsid w:val="009F60B0"/>
    <w:rsid w:val="00A010A0"/>
    <w:rsid w:val="00A0299A"/>
    <w:rsid w:val="00A050B3"/>
    <w:rsid w:val="00A05587"/>
    <w:rsid w:val="00A06376"/>
    <w:rsid w:val="00A11367"/>
    <w:rsid w:val="00A113A6"/>
    <w:rsid w:val="00A11C1D"/>
    <w:rsid w:val="00A11EB2"/>
    <w:rsid w:val="00A13DD8"/>
    <w:rsid w:val="00A13F0E"/>
    <w:rsid w:val="00A14822"/>
    <w:rsid w:val="00A14B33"/>
    <w:rsid w:val="00A1582A"/>
    <w:rsid w:val="00A202B1"/>
    <w:rsid w:val="00A25540"/>
    <w:rsid w:val="00A257DA"/>
    <w:rsid w:val="00A25D8F"/>
    <w:rsid w:val="00A3097A"/>
    <w:rsid w:val="00A330AC"/>
    <w:rsid w:val="00A34B13"/>
    <w:rsid w:val="00A35347"/>
    <w:rsid w:val="00A357F7"/>
    <w:rsid w:val="00A35B23"/>
    <w:rsid w:val="00A365C2"/>
    <w:rsid w:val="00A36CC2"/>
    <w:rsid w:val="00A378A0"/>
    <w:rsid w:val="00A40D66"/>
    <w:rsid w:val="00A425FA"/>
    <w:rsid w:val="00A4347A"/>
    <w:rsid w:val="00A447FF"/>
    <w:rsid w:val="00A47C24"/>
    <w:rsid w:val="00A54A67"/>
    <w:rsid w:val="00A54B73"/>
    <w:rsid w:val="00A5512F"/>
    <w:rsid w:val="00A65799"/>
    <w:rsid w:val="00A66ABD"/>
    <w:rsid w:val="00A7124B"/>
    <w:rsid w:val="00A71F10"/>
    <w:rsid w:val="00A7213C"/>
    <w:rsid w:val="00A729D5"/>
    <w:rsid w:val="00A72AD8"/>
    <w:rsid w:val="00A73662"/>
    <w:rsid w:val="00A73D44"/>
    <w:rsid w:val="00A754A6"/>
    <w:rsid w:val="00A8375E"/>
    <w:rsid w:val="00A850CE"/>
    <w:rsid w:val="00A86515"/>
    <w:rsid w:val="00A86B24"/>
    <w:rsid w:val="00A90350"/>
    <w:rsid w:val="00A9176D"/>
    <w:rsid w:val="00A93F8B"/>
    <w:rsid w:val="00A94BAB"/>
    <w:rsid w:val="00AA0D0D"/>
    <w:rsid w:val="00AA22BF"/>
    <w:rsid w:val="00AA473E"/>
    <w:rsid w:val="00AA4E87"/>
    <w:rsid w:val="00AA5041"/>
    <w:rsid w:val="00AA538B"/>
    <w:rsid w:val="00AA59B1"/>
    <w:rsid w:val="00AA62F7"/>
    <w:rsid w:val="00AA65AD"/>
    <w:rsid w:val="00AB2228"/>
    <w:rsid w:val="00AB234F"/>
    <w:rsid w:val="00AB2974"/>
    <w:rsid w:val="00AB2D89"/>
    <w:rsid w:val="00AB32FC"/>
    <w:rsid w:val="00AB3D7C"/>
    <w:rsid w:val="00AB48AB"/>
    <w:rsid w:val="00AB6793"/>
    <w:rsid w:val="00AB75DB"/>
    <w:rsid w:val="00AC03D0"/>
    <w:rsid w:val="00AC0902"/>
    <w:rsid w:val="00AC2BD2"/>
    <w:rsid w:val="00AC30C3"/>
    <w:rsid w:val="00AC3FF1"/>
    <w:rsid w:val="00AC53A2"/>
    <w:rsid w:val="00AC6B98"/>
    <w:rsid w:val="00AD09E8"/>
    <w:rsid w:val="00AD1141"/>
    <w:rsid w:val="00AD3B46"/>
    <w:rsid w:val="00AD59E1"/>
    <w:rsid w:val="00AD61FF"/>
    <w:rsid w:val="00AE0536"/>
    <w:rsid w:val="00AE1A10"/>
    <w:rsid w:val="00AE1B23"/>
    <w:rsid w:val="00AE2328"/>
    <w:rsid w:val="00AE3752"/>
    <w:rsid w:val="00AF39F3"/>
    <w:rsid w:val="00AF3B40"/>
    <w:rsid w:val="00AF760F"/>
    <w:rsid w:val="00B02410"/>
    <w:rsid w:val="00B02A3C"/>
    <w:rsid w:val="00B02E08"/>
    <w:rsid w:val="00B03571"/>
    <w:rsid w:val="00B039FD"/>
    <w:rsid w:val="00B04935"/>
    <w:rsid w:val="00B04C36"/>
    <w:rsid w:val="00B04F8B"/>
    <w:rsid w:val="00B067F0"/>
    <w:rsid w:val="00B06BC0"/>
    <w:rsid w:val="00B070F4"/>
    <w:rsid w:val="00B11881"/>
    <w:rsid w:val="00B12146"/>
    <w:rsid w:val="00B127B0"/>
    <w:rsid w:val="00B1543B"/>
    <w:rsid w:val="00B16A82"/>
    <w:rsid w:val="00B16D91"/>
    <w:rsid w:val="00B2103F"/>
    <w:rsid w:val="00B2688C"/>
    <w:rsid w:val="00B26F92"/>
    <w:rsid w:val="00B31F84"/>
    <w:rsid w:val="00B32498"/>
    <w:rsid w:val="00B344AA"/>
    <w:rsid w:val="00B43C34"/>
    <w:rsid w:val="00B5061C"/>
    <w:rsid w:val="00B5182E"/>
    <w:rsid w:val="00B54A61"/>
    <w:rsid w:val="00B54BE0"/>
    <w:rsid w:val="00B63D43"/>
    <w:rsid w:val="00B64361"/>
    <w:rsid w:val="00B66C46"/>
    <w:rsid w:val="00B703D3"/>
    <w:rsid w:val="00B70889"/>
    <w:rsid w:val="00B72B86"/>
    <w:rsid w:val="00B72D2B"/>
    <w:rsid w:val="00B737F9"/>
    <w:rsid w:val="00B7401C"/>
    <w:rsid w:val="00B746B2"/>
    <w:rsid w:val="00B76345"/>
    <w:rsid w:val="00B81ADB"/>
    <w:rsid w:val="00B81CA7"/>
    <w:rsid w:val="00B824FF"/>
    <w:rsid w:val="00B828E6"/>
    <w:rsid w:val="00B82971"/>
    <w:rsid w:val="00B84FD6"/>
    <w:rsid w:val="00B86518"/>
    <w:rsid w:val="00B90083"/>
    <w:rsid w:val="00B904D7"/>
    <w:rsid w:val="00B9121F"/>
    <w:rsid w:val="00B919A4"/>
    <w:rsid w:val="00B94320"/>
    <w:rsid w:val="00B95F81"/>
    <w:rsid w:val="00B96FB2"/>
    <w:rsid w:val="00BA0C52"/>
    <w:rsid w:val="00BA12D6"/>
    <w:rsid w:val="00BA218A"/>
    <w:rsid w:val="00BA233F"/>
    <w:rsid w:val="00BA311E"/>
    <w:rsid w:val="00BA3EA0"/>
    <w:rsid w:val="00BA4A2B"/>
    <w:rsid w:val="00BA50D6"/>
    <w:rsid w:val="00BA7778"/>
    <w:rsid w:val="00BB499E"/>
    <w:rsid w:val="00BC1B10"/>
    <w:rsid w:val="00BC233D"/>
    <w:rsid w:val="00BC3F09"/>
    <w:rsid w:val="00BC6870"/>
    <w:rsid w:val="00BC748A"/>
    <w:rsid w:val="00BC7CE4"/>
    <w:rsid w:val="00BD2B32"/>
    <w:rsid w:val="00BD744C"/>
    <w:rsid w:val="00BE1D2D"/>
    <w:rsid w:val="00BE37BA"/>
    <w:rsid w:val="00BE3FC1"/>
    <w:rsid w:val="00BE5509"/>
    <w:rsid w:val="00BF0261"/>
    <w:rsid w:val="00BF1780"/>
    <w:rsid w:val="00BF4E8B"/>
    <w:rsid w:val="00BF76CD"/>
    <w:rsid w:val="00BF7A2C"/>
    <w:rsid w:val="00BF7AA5"/>
    <w:rsid w:val="00C0060B"/>
    <w:rsid w:val="00C0135E"/>
    <w:rsid w:val="00C042A4"/>
    <w:rsid w:val="00C04B34"/>
    <w:rsid w:val="00C05EE1"/>
    <w:rsid w:val="00C0684E"/>
    <w:rsid w:val="00C073C1"/>
    <w:rsid w:val="00C07504"/>
    <w:rsid w:val="00C101F7"/>
    <w:rsid w:val="00C11679"/>
    <w:rsid w:val="00C11EB5"/>
    <w:rsid w:val="00C13365"/>
    <w:rsid w:val="00C16C29"/>
    <w:rsid w:val="00C17E5C"/>
    <w:rsid w:val="00C214E4"/>
    <w:rsid w:val="00C21B34"/>
    <w:rsid w:val="00C21C9A"/>
    <w:rsid w:val="00C23782"/>
    <w:rsid w:val="00C24F3F"/>
    <w:rsid w:val="00C27976"/>
    <w:rsid w:val="00C31FE8"/>
    <w:rsid w:val="00C33660"/>
    <w:rsid w:val="00C33EC1"/>
    <w:rsid w:val="00C367D6"/>
    <w:rsid w:val="00C4345C"/>
    <w:rsid w:val="00C43BC0"/>
    <w:rsid w:val="00C440DD"/>
    <w:rsid w:val="00C44417"/>
    <w:rsid w:val="00C45469"/>
    <w:rsid w:val="00C4602B"/>
    <w:rsid w:val="00C477C8"/>
    <w:rsid w:val="00C52A68"/>
    <w:rsid w:val="00C52F51"/>
    <w:rsid w:val="00C54D96"/>
    <w:rsid w:val="00C568DB"/>
    <w:rsid w:val="00C60813"/>
    <w:rsid w:val="00C6393E"/>
    <w:rsid w:val="00C64E7C"/>
    <w:rsid w:val="00C65DB4"/>
    <w:rsid w:val="00C6607C"/>
    <w:rsid w:val="00C7257E"/>
    <w:rsid w:val="00C72F67"/>
    <w:rsid w:val="00C7435D"/>
    <w:rsid w:val="00C76D39"/>
    <w:rsid w:val="00C81211"/>
    <w:rsid w:val="00C83C50"/>
    <w:rsid w:val="00C86BDA"/>
    <w:rsid w:val="00C87130"/>
    <w:rsid w:val="00C87303"/>
    <w:rsid w:val="00C873B6"/>
    <w:rsid w:val="00C911A2"/>
    <w:rsid w:val="00C92C79"/>
    <w:rsid w:val="00C945CB"/>
    <w:rsid w:val="00CA0DF9"/>
    <w:rsid w:val="00CA100E"/>
    <w:rsid w:val="00CA192E"/>
    <w:rsid w:val="00CA1E6B"/>
    <w:rsid w:val="00CA47CC"/>
    <w:rsid w:val="00CB0706"/>
    <w:rsid w:val="00CB1ED2"/>
    <w:rsid w:val="00CB3EC4"/>
    <w:rsid w:val="00CB5EEB"/>
    <w:rsid w:val="00CB7846"/>
    <w:rsid w:val="00CB7AC7"/>
    <w:rsid w:val="00CC0853"/>
    <w:rsid w:val="00CC2178"/>
    <w:rsid w:val="00CC4C63"/>
    <w:rsid w:val="00CD18A4"/>
    <w:rsid w:val="00CD2EB6"/>
    <w:rsid w:val="00CD2FCB"/>
    <w:rsid w:val="00CD3360"/>
    <w:rsid w:val="00CD34CE"/>
    <w:rsid w:val="00CD388E"/>
    <w:rsid w:val="00CD39D4"/>
    <w:rsid w:val="00CD4DC3"/>
    <w:rsid w:val="00CE2F43"/>
    <w:rsid w:val="00CE4C74"/>
    <w:rsid w:val="00CE6753"/>
    <w:rsid w:val="00CE7E55"/>
    <w:rsid w:val="00CF00D2"/>
    <w:rsid w:val="00CF1059"/>
    <w:rsid w:val="00CF248A"/>
    <w:rsid w:val="00CF25D8"/>
    <w:rsid w:val="00CF6DF6"/>
    <w:rsid w:val="00CF7EBF"/>
    <w:rsid w:val="00D01388"/>
    <w:rsid w:val="00D02832"/>
    <w:rsid w:val="00D02ACA"/>
    <w:rsid w:val="00D03032"/>
    <w:rsid w:val="00D03823"/>
    <w:rsid w:val="00D03918"/>
    <w:rsid w:val="00D0436E"/>
    <w:rsid w:val="00D05336"/>
    <w:rsid w:val="00D05BCB"/>
    <w:rsid w:val="00D06B4E"/>
    <w:rsid w:val="00D070DF"/>
    <w:rsid w:val="00D07296"/>
    <w:rsid w:val="00D072FE"/>
    <w:rsid w:val="00D11BB0"/>
    <w:rsid w:val="00D12E73"/>
    <w:rsid w:val="00D1398E"/>
    <w:rsid w:val="00D14B68"/>
    <w:rsid w:val="00D15D1E"/>
    <w:rsid w:val="00D16A08"/>
    <w:rsid w:val="00D17B21"/>
    <w:rsid w:val="00D20792"/>
    <w:rsid w:val="00D20A7C"/>
    <w:rsid w:val="00D21A69"/>
    <w:rsid w:val="00D235AB"/>
    <w:rsid w:val="00D26C7D"/>
    <w:rsid w:val="00D30783"/>
    <w:rsid w:val="00D3233C"/>
    <w:rsid w:val="00D32FBF"/>
    <w:rsid w:val="00D33B33"/>
    <w:rsid w:val="00D34CC4"/>
    <w:rsid w:val="00D378D4"/>
    <w:rsid w:val="00D37B41"/>
    <w:rsid w:val="00D4053E"/>
    <w:rsid w:val="00D40F1F"/>
    <w:rsid w:val="00D41618"/>
    <w:rsid w:val="00D4196D"/>
    <w:rsid w:val="00D41D34"/>
    <w:rsid w:val="00D42791"/>
    <w:rsid w:val="00D45B8B"/>
    <w:rsid w:val="00D46582"/>
    <w:rsid w:val="00D5025D"/>
    <w:rsid w:val="00D50407"/>
    <w:rsid w:val="00D50B6C"/>
    <w:rsid w:val="00D56A5A"/>
    <w:rsid w:val="00D575E3"/>
    <w:rsid w:val="00D57B16"/>
    <w:rsid w:val="00D60648"/>
    <w:rsid w:val="00D60891"/>
    <w:rsid w:val="00D61F21"/>
    <w:rsid w:val="00D63354"/>
    <w:rsid w:val="00D648CB"/>
    <w:rsid w:val="00D66725"/>
    <w:rsid w:val="00D67882"/>
    <w:rsid w:val="00D67971"/>
    <w:rsid w:val="00D67DCA"/>
    <w:rsid w:val="00D73F4F"/>
    <w:rsid w:val="00D768AD"/>
    <w:rsid w:val="00D824F1"/>
    <w:rsid w:val="00D82F6E"/>
    <w:rsid w:val="00D83BDE"/>
    <w:rsid w:val="00D86C0B"/>
    <w:rsid w:val="00D925DC"/>
    <w:rsid w:val="00D92F76"/>
    <w:rsid w:val="00D934EE"/>
    <w:rsid w:val="00D93F7B"/>
    <w:rsid w:val="00D94124"/>
    <w:rsid w:val="00D96A2E"/>
    <w:rsid w:val="00D97AEC"/>
    <w:rsid w:val="00D97D7E"/>
    <w:rsid w:val="00DA1499"/>
    <w:rsid w:val="00DA1CDE"/>
    <w:rsid w:val="00DA42F0"/>
    <w:rsid w:val="00DA4E67"/>
    <w:rsid w:val="00DA6A0F"/>
    <w:rsid w:val="00DA6B3E"/>
    <w:rsid w:val="00DB1A05"/>
    <w:rsid w:val="00DB2A22"/>
    <w:rsid w:val="00DB36A9"/>
    <w:rsid w:val="00DB6E39"/>
    <w:rsid w:val="00DB735E"/>
    <w:rsid w:val="00DC0D5E"/>
    <w:rsid w:val="00DC0DBA"/>
    <w:rsid w:val="00DC201B"/>
    <w:rsid w:val="00DC2192"/>
    <w:rsid w:val="00DC2930"/>
    <w:rsid w:val="00DC2F1B"/>
    <w:rsid w:val="00DC4304"/>
    <w:rsid w:val="00DC5D03"/>
    <w:rsid w:val="00DC6017"/>
    <w:rsid w:val="00DC76CB"/>
    <w:rsid w:val="00DD1757"/>
    <w:rsid w:val="00DD3C11"/>
    <w:rsid w:val="00DE0CEE"/>
    <w:rsid w:val="00DE1F59"/>
    <w:rsid w:val="00DE20CA"/>
    <w:rsid w:val="00DE2B69"/>
    <w:rsid w:val="00DE3447"/>
    <w:rsid w:val="00DE3AD9"/>
    <w:rsid w:val="00DE54F1"/>
    <w:rsid w:val="00DE6A26"/>
    <w:rsid w:val="00DE6C7E"/>
    <w:rsid w:val="00DF08E2"/>
    <w:rsid w:val="00DF0DFB"/>
    <w:rsid w:val="00DF0F29"/>
    <w:rsid w:val="00DF16F6"/>
    <w:rsid w:val="00DF2DB0"/>
    <w:rsid w:val="00DF58DF"/>
    <w:rsid w:val="00DF5A8D"/>
    <w:rsid w:val="00DF7C60"/>
    <w:rsid w:val="00DF7E90"/>
    <w:rsid w:val="00DF7FE4"/>
    <w:rsid w:val="00E00280"/>
    <w:rsid w:val="00E00F1C"/>
    <w:rsid w:val="00E011AE"/>
    <w:rsid w:val="00E02DF1"/>
    <w:rsid w:val="00E03EBB"/>
    <w:rsid w:val="00E04025"/>
    <w:rsid w:val="00E06816"/>
    <w:rsid w:val="00E07156"/>
    <w:rsid w:val="00E11DDC"/>
    <w:rsid w:val="00E1215C"/>
    <w:rsid w:val="00E137DB"/>
    <w:rsid w:val="00E13838"/>
    <w:rsid w:val="00E13D47"/>
    <w:rsid w:val="00E14464"/>
    <w:rsid w:val="00E16416"/>
    <w:rsid w:val="00E2053A"/>
    <w:rsid w:val="00E208CC"/>
    <w:rsid w:val="00E20B62"/>
    <w:rsid w:val="00E21565"/>
    <w:rsid w:val="00E24C96"/>
    <w:rsid w:val="00E27B28"/>
    <w:rsid w:val="00E31782"/>
    <w:rsid w:val="00E351CC"/>
    <w:rsid w:val="00E36C3C"/>
    <w:rsid w:val="00E4024C"/>
    <w:rsid w:val="00E41370"/>
    <w:rsid w:val="00E418E8"/>
    <w:rsid w:val="00E4209E"/>
    <w:rsid w:val="00E44760"/>
    <w:rsid w:val="00E47291"/>
    <w:rsid w:val="00E47B3E"/>
    <w:rsid w:val="00E519D3"/>
    <w:rsid w:val="00E52C5C"/>
    <w:rsid w:val="00E54C12"/>
    <w:rsid w:val="00E5510B"/>
    <w:rsid w:val="00E576F7"/>
    <w:rsid w:val="00E57AEB"/>
    <w:rsid w:val="00E6459C"/>
    <w:rsid w:val="00E66390"/>
    <w:rsid w:val="00E66712"/>
    <w:rsid w:val="00E6732F"/>
    <w:rsid w:val="00E67BFE"/>
    <w:rsid w:val="00E705AE"/>
    <w:rsid w:val="00E71831"/>
    <w:rsid w:val="00E728F3"/>
    <w:rsid w:val="00E74863"/>
    <w:rsid w:val="00E7508E"/>
    <w:rsid w:val="00E77207"/>
    <w:rsid w:val="00E77738"/>
    <w:rsid w:val="00E779CE"/>
    <w:rsid w:val="00E80BE8"/>
    <w:rsid w:val="00E81FB0"/>
    <w:rsid w:val="00E83232"/>
    <w:rsid w:val="00E845B1"/>
    <w:rsid w:val="00E84E60"/>
    <w:rsid w:val="00E95CB3"/>
    <w:rsid w:val="00E97F4F"/>
    <w:rsid w:val="00EA025C"/>
    <w:rsid w:val="00EA5283"/>
    <w:rsid w:val="00EA6885"/>
    <w:rsid w:val="00EA7662"/>
    <w:rsid w:val="00EB0264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C73F6"/>
    <w:rsid w:val="00ED25EB"/>
    <w:rsid w:val="00ED3FA3"/>
    <w:rsid w:val="00ED6B41"/>
    <w:rsid w:val="00ED70FC"/>
    <w:rsid w:val="00EE011E"/>
    <w:rsid w:val="00EE0903"/>
    <w:rsid w:val="00EE0982"/>
    <w:rsid w:val="00EE0E88"/>
    <w:rsid w:val="00EE23BB"/>
    <w:rsid w:val="00EE3251"/>
    <w:rsid w:val="00EE3BF0"/>
    <w:rsid w:val="00EE4316"/>
    <w:rsid w:val="00EE67E0"/>
    <w:rsid w:val="00EF401F"/>
    <w:rsid w:val="00EF7166"/>
    <w:rsid w:val="00F01A9A"/>
    <w:rsid w:val="00F01B85"/>
    <w:rsid w:val="00F021FC"/>
    <w:rsid w:val="00F0226E"/>
    <w:rsid w:val="00F04F2B"/>
    <w:rsid w:val="00F05DF8"/>
    <w:rsid w:val="00F06997"/>
    <w:rsid w:val="00F069FF"/>
    <w:rsid w:val="00F1163F"/>
    <w:rsid w:val="00F11D9C"/>
    <w:rsid w:val="00F131F6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0D63"/>
    <w:rsid w:val="00F43F3A"/>
    <w:rsid w:val="00F44544"/>
    <w:rsid w:val="00F44DBF"/>
    <w:rsid w:val="00F52F8B"/>
    <w:rsid w:val="00F54EFD"/>
    <w:rsid w:val="00F551D4"/>
    <w:rsid w:val="00F55430"/>
    <w:rsid w:val="00F63B71"/>
    <w:rsid w:val="00F64957"/>
    <w:rsid w:val="00F64ADF"/>
    <w:rsid w:val="00F6685B"/>
    <w:rsid w:val="00F66B4C"/>
    <w:rsid w:val="00F70E16"/>
    <w:rsid w:val="00F72A7B"/>
    <w:rsid w:val="00F74505"/>
    <w:rsid w:val="00F763FD"/>
    <w:rsid w:val="00F7644F"/>
    <w:rsid w:val="00F82AB0"/>
    <w:rsid w:val="00F830BA"/>
    <w:rsid w:val="00F832E2"/>
    <w:rsid w:val="00F83763"/>
    <w:rsid w:val="00F841AE"/>
    <w:rsid w:val="00F85B42"/>
    <w:rsid w:val="00F939A6"/>
    <w:rsid w:val="00F93BF1"/>
    <w:rsid w:val="00F94EBE"/>
    <w:rsid w:val="00F9743B"/>
    <w:rsid w:val="00FA0FF7"/>
    <w:rsid w:val="00FA1B7B"/>
    <w:rsid w:val="00FA215D"/>
    <w:rsid w:val="00FA2309"/>
    <w:rsid w:val="00FA7AE5"/>
    <w:rsid w:val="00FA7C70"/>
    <w:rsid w:val="00FB310E"/>
    <w:rsid w:val="00FB3153"/>
    <w:rsid w:val="00FB3AC4"/>
    <w:rsid w:val="00FB41FD"/>
    <w:rsid w:val="00FB7634"/>
    <w:rsid w:val="00FB7B11"/>
    <w:rsid w:val="00FB7C1D"/>
    <w:rsid w:val="00FC0FE6"/>
    <w:rsid w:val="00FC1004"/>
    <w:rsid w:val="00FC29BF"/>
    <w:rsid w:val="00FC38A7"/>
    <w:rsid w:val="00FC39A1"/>
    <w:rsid w:val="00FC3EEA"/>
    <w:rsid w:val="00FC4558"/>
    <w:rsid w:val="00FC5709"/>
    <w:rsid w:val="00FC5947"/>
    <w:rsid w:val="00FC59D1"/>
    <w:rsid w:val="00FC62E2"/>
    <w:rsid w:val="00FC64A0"/>
    <w:rsid w:val="00FC66CE"/>
    <w:rsid w:val="00FD03FA"/>
    <w:rsid w:val="00FD071B"/>
    <w:rsid w:val="00FD14BC"/>
    <w:rsid w:val="00FD2DBF"/>
    <w:rsid w:val="00FD41EA"/>
    <w:rsid w:val="00FD431C"/>
    <w:rsid w:val="00FD61C8"/>
    <w:rsid w:val="00FD6A84"/>
    <w:rsid w:val="00FD6D33"/>
    <w:rsid w:val="00FD6FFF"/>
    <w:rsid w:val="00FD749D"/>
    <w:rsid w:val="00FE17C6"/>
    <w:rsid w:val="00FF09A3"/>
    <w:rsid w:val="00FF0C54"/>
    <w:rsid w:val="00FF1FD2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3FE67A92-47C2-4C00-8B1B-D18833A2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3A66F-01CD-4327-9BEE-5B3EB7DC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1</TotalTime>
  <Pages>9</Pages>
  <Words>2451</Words>
  <Characters>17033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5</cp:revision>
  <cp:lastPrinted>2021-12-21T11:21:00Z</cp:lastPrinted>
  <dcterms:created xsi:type="dcterms:W3CDTF">2022-12-22T12:18:00Z</dcterms:created>
  <dcterms:modified xsi:type="dcterms:W3CDTF">2022-12-29T06:03:00Z</dcterms:modified>
</cp:coreProperties>
</file>